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ABA4C" w14:textId="77777777" w:rsidR="007D76D0" w:rsidRPr="00156B21" w:rsidRDefault="007D76D0" w:rsidP="00881898">
      <w:pPr>
        <w:pStyle w:val="Grigliamedia1-Colore21"/>
        <w:spacing w:before="60" w:after="60" w:line="360" w:lineRule="auto"/>
        <w:ind w:left="0"/>
        <w:rPr>
          <w:rFonts w:ascii="Verdana" w:hAnsi="Verdana"/>
          <w:szCs w:val="24"/>
        </w:rPr>
      </w:pPr>
    </w:p>
    <w:p w14:paraId="1F907D11" w14:textId="77777777" w:rsidR="00BA5175" w:rsidRPr="00156B21" w:rsidRDefault="00BA5175" w:rsidP="00BA5175">
      <w:pPr>
        <w:rPr>
          <w:rFonts w:ascii="Verdana" w:hAnsi="Verdana" w:cstheme="minorHAnsi"/>
          <w:b/>
          <w:i/>
          <w:sz w:val="24"/>
          <w:szCs w:val="24"/>
        </w:rPr>
      </w:pPr>
    </w:p>
    <w:p w14:paraId="051AB7CA" w14:textId="77777777" w:rsidR="00BA5175" w:rsidRPr="00156B21" w:rsidRDefault="00BA5175" w:rsidP="00BA5175">
      <w:pPr>
        <w:rPr>
          <w:rFonts w:ascii="Verdana" w:hAnsi="Verdana" w:cstheme="minorHAnsi"/>
          <w:sz w:val="24"/>
          <w:szCs w:val="24"/>
        </w:rPr>
      </w:pPr>
    </w:p>
    <w:tbl>
      <w:tblPr>
        <w:tblW w:w="2268" w:type="dxa"/>
        <w:tblInd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</w:tblGrid>
      <w:tr w:rsidR="00BA5175" w:rsidRPr="00156B21" w14:paraId="216ED0E9" w14:textId="77777777" w:rsidTr="00906228">
        <w:tc>
          <w:tcPr>
            <w:tcW w:w="2268" w:type="dxa"/>
            <w:shd w:val="clear" w:color="auto" w:fill="A6A6A6"/>
          </w:tcPr>
          <w:p w14:paraId="6D098637" w14:textId="77777777" w:rsidR="00BA5175" w:rsidRPr="00156B21" w:rsidRDefault="00BA5175" w:rsidP="00906228">
            <w:pPr>
              <w:rPr>
                <w:rFonts w:ascii="Verdana" w:hAnsi="Verdana" w:cstheme="minorHAnsi"/>
                <w:b/>
                <w:i/>
                <w:sz w:val="24"/>
                <w:szCs w:val="24"/>
              </w:rPr>
            </w:pPr>
            <w:r w:rsidRPr="00156B21">
              <w:rPr>
                <w:rFonts w:ascii="Verdana" w:hAnsi="Verdana" w:cstheme="minorHAnsi"/>
                <w:b/>
                <w:i/>
                <w:sz w:val="24"/>
                <w:szCs w:val="24"/>
              </w:rPr>
              <w:t xml:space="preserve">Modello </w:t>
            </w:r>
          </w:p>
        </w:tc>
      </w:tr>
    </w:tbl>
    <w:p w14:paraId="335147E6" w14:textId="77777777" w:rsidR="00BA5175" w:rsidRPr="00156B21" w:rsidRDefault="00BA5175" w:rsidP="00BA5175">
      <w:pPr>
        <w:rPr>
          <w:rFonts w:ascii="Verdana" w:hAnsi="Verdana" w:cstheme="minorHAnsi"/>
          <w:sz w:val="24"/>
          <w:szCs w:val="24"/>
        </w:rPr>
      </w:pPr>
      <w:bookmarkStart w:id="0" w:name="_Hlk216167348"/>
    </w:p>
    <w:p w14:paraId="50400072" w14:textId="77777777" w:rsidR="00BA5175" w:rsidRPr="00156B21" w:rsidRDefault="00BA5175" w:rsidP="00BA5175">
      <w:pPr>
        <w:rPr>
          <w:rFonts w:ascii="Verdana" w:hAnsi="Verdana" w:cstheme="minorHAnsi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73"/>
      </w:tblGrid>
      <w:tr w:rsidR="00BA5175" w:rsidRPr="00156B21" w14:paraId="7EDE5384" w14:textId="77777777" w:rsidTr="00906228">
        <w:tc>
          <w:tcPr>
            <w:tcW w:w="10173" w:type="dxa"/>
            <w:shd w:val="clear" w:color="auto" w:fill="D0CECE"/>
          </w:tcPr>
          <w:p w14:paraId="425DF09A" w14:textId="77777777" w:rsidR="00BA5175" w:rsidRPr="00156B21" w:rsidRDefault="00BA5175" w:rsidP="00906228">
            <w:pPr>
              <w:pStyle w:val="Corpodeltesto1"/>
              <w:spacing w:line="240" w:lineRule="auto"/>
              <w:ind w:right="96"/>
              <w:jc w:val="both"/>
              <w:rPr>
                <w:rFonts w:ascii="Verdana" w:hAnsi="Verdana" w:cstheme="minorHAnsi"/>
                <w:b/>
                <w:szCs w:val="24"/>
              </w:rPr>
            </w:pPr>
            <w:r w:rsidRPr="00156B21">
              <w:rPr>
                <w:rFonts w:ascii="Verdana" w:hAnsi="Verdana" w:cstheme="minorHAnsi"/>
                <w:b/>
                <w:szCs w:val="24"/>
              </w:rPr>
              <w:tab/>
            </w:r>
          </w:p>
          <w:p w14:paraId="28E41FF6" w14:textId="77777777" w:rsidR="00BA5175" w:rsidRPr="00156B21" w:rsidRDefault="00BA5175" w:rsidP="00906228">
            <w:pPr>
              <w:pStyle w:val="Corpodeltesto1"/>
              <w:spacing w:line="240" w:lineRule="auto"/>
              <w:ind w:right="96"/>
              <w:jc w:val="both"/>
              <w:rPr>
                <w:rFonts w:ascii="Verdana" w:hAnsi="Verdana" w:cstheme="minorHAnsi"/>
                <w:b/>
                <w:szCs w:val="24"/>
              </w:rPr>
            </w:pPr>
            <w:r w:rsidRPr="00156B21">
              <w:rPr>
                <w:rFonts w:ascii="Verdana" w:hAnsi="Verdana" w:cstheme="minorHAnsi"/>
                <w:b/>
                <w:szCs w:val="24"/>
              </w:rPr>
              <w:t>Oggetto: PROCEDURA APERTA, AI SENSI DELL’ART. 71 DEL D.LGS. 36/2023, PER L’AFFIDAMENTO DEI SERVIZI DI PULIZIA DELLE SEDI DI UNIONCAMERE</w:t>
            </w:r>
          </w:p>
          <w:p w14:paraId="52AAD5F1" w14:textId="5EE6BCA4" w:rsidR="00BA5175" w:rsidRPr="00156B21" w:rsidRDefault="00BA5175" w:rsidP="00906228">
            <w:pPr>
              <w:widowControl w:val="0"/>
              <w:autoSpaceDE w:val="0"/>
              <w:autoSpaceDN w:val="0"/>
              <w:ind w:left="29"/>
              <w:jc w:val="both"/>
              <w:rPr>
                <w:rFonts w:ascii="Verdana" w:eastAsia="Calibri" w:hAnsi="Verdana" w:cstheme="minorHAnsi"/>
                <w:b/>
                <w:i/>
                <w:iCs/>
                <w:sz w:val="24"/>
                <w:szCs w:val="24"/>
                <w:lang w:eastAsia="en-US"/>
              </w:rPr>
            </w:pPr>
          </w:p>
        </w:tc>
      </w:tr>
    </w:tbl>
    <w:p w14:paraId="3236EE68" w14:textId="77777777" w:rsidR="00BA5175" w:rsidRPr="00156B21" w:rsidRDefault="00BA5175" w:rsidP="00BA5175">
      <w:pPr>
        <w:pStyle w:val="Corpodeltesto2"/>
        <w:spacing w:line="240" w:lineRule="auto"/>
        <w:rPr>
          <w:rFonts w:ascii="Verdana" w:hAnsi="Verdana" w:cstheme="minorHAnsi"/>
          <w:szCs w:val="24"/>
        </w:rPr>
      </w:pPr>
    </w:p>
    <w:p w14:paraId="0064E493" w14:textId="77777777" w:rsidR="00BA5175" w:rsidRPr="00156B21" w:rsidRDefault="00BA5175" w:rsidP="00BA5175">
      <w:pPr>
        <w:jc w:val="both"/>
        <w:rPr>
          <w:rFonts w:ascii="Verdana" w:hAnsi="Verdana"/>
          <w:sz w:val="24"/>
          <w:szCs w:val="24"/>
        </w:rPr>
      </w:pPr>
      <w:r w:rsidRPr="00156B21">
        <w:rPr>
          <w:rFonts w:ascii="Verdana" w:hAnsi="Verdana"/>
          <w:sz w:val="24"/>
          <w:szCs w:val="24"/>
        </w:rPr>
        <w:t>Le dichiarazioni sostitutive di certificazioni e dell’atto di notorietà sono rese ai sensi degli artt. 46 e 47 del T.U. approvato con D.P.R. 28.12.2000, n. 445</w:t>
      </w:r>
    </w:p>
    <w:p w14:paraId="39A1983F" w14:textId="77777777" w:rsidR="00BA5175" w:rsidRPr="00156B21" w:rsidRDefault="00BA5175" w:rsidP="00BA5175">
      <w:pPr>
        <w:jc w:val="both"/>
        <w:rPr>
          <w:rFonts w:ascii="Verdana" w:hAnsi="Verdana"/>
          <w:sz w:val="24"/>
          <w:szCs w:val="24"/>
        </w:rPr>
      </w:pPr>
    </w:p>
    <w:tbl>
      <w:tblPr>
        <w:tblStyle w:val="Grigliatabella"/>
        <w:tblW w:w="9493" w:type="dxa"/>
        <w:tblLayout w:type="fixed"/>
        <w:tblLook w:val="04A0" w:firstRow="1" w:lastRow="0" w:firstColumn="1" w:lastColumn="0" w:noHBand="0" w:noVBand="1"/>
      </w:tblPr>
      <w:tblGrid>
        <w:gridCol w:w="2641"/>
        <w:gridCol w:w="6852"/>
      </w:tblGrid>
      <w:tr w:rsidR="00BA5175" w:rsidRPr="00156B21" w14:paraId="1BD2DE83" w14:textId="77777777" w:rsidTr="00906228">
        <w:tc>
          <w:tcPr>
            <w:tcW w:w="2641" w:type="dxa"/>
            <w:shd w:val="clear" w:color="auto" w:fill="0D8390" w:themeFill="accent5"/>
          </w:tcPr>
          <w:p w14:paraId="075A6F40" w14:textId="77777777" w:rsidR="00BA5175" w:rsidRPr="00156B21" w:rsidRDefault="00BA5175" w:rsidP="00906228">
            <w:pPr>
              <w:jc w:val="both"/>
              <w:rPr>
                <w:rFonts w:ascii="Verdana" w:hAnsi="Verdana"/>
                <w:color w:val="FFFFFF" w:themeColor="background1"/>
                <w:sz w:val="24"/>
                <w:szCs w:val="24"/>
              </w:rPr>
            </w:pPr>
            <w:r w:rsidRPr="00156B21">
              <w:rPr>
                <w:rFonts w:ascii="Verdana" w:eastAsia="Calibri" w:hAnsi="Verdana"/>
                <w:color w:val="FFFFFF" w:themeColor="background1"/>
                <w:sz w:val="24"/>
                <w:szCs w:val="24"/>
              </w:rPr>
              <w:t>Denominazione Operatore economico</w:t>
            </w:r>
          </w:p>
        </w:tc>
        <w:tc>
          <w:tcPr>
            <w:tcW w:w="6851" w:type="dxa"/>
            <w:shd w:val="clear" w:color="auto" w:fill="FFFFFF" w:themeFill="background1"/>
          </w:tcPr>
          <w:p w14:paraId="336A9B41" w14:textId="77777777" w:rsidR="00BA5175" w:rsidRPr="00156B21" w:rsidRDefault="00BA5175" w:rsidP="00906228">
            <w:pPr>
              <w:jc w:val="both"/>
              <w:rPr>
                <w:rFonts w:ascii="Verdana" w:hAnsi="Verdana"/>
                <w:color w:val="FFFFFF" w:themeColor="background1"/>
                <w:sz w:val="24"/>
                <w:szCs w:val="24"/>
              </w:rPr>
            </w:pPr>
          </w:p>
        </w:tc>
      </w:tr>
      <w:tr w:rsidR="00BA5175" w:rsidRPr="00156B21" w14:paraId="29592660" w14:textId="77777777" w:rsidTr="00906228">
        <w:tc>
          <w:tcPr>
            <w:tcW w:w="2641" w:type="dxa"/>
            <w:shd w:val="clear" w:color="auto" w:fill="0D8390" w:themeFill="accent5"/>
          </w:tcPr>
          <w:p w14:paraId="03AF0F86" w14:textId="77777777" w:rsidR="00BA5175" w:rsidRPr="00156B21" w:rsidRDefault="00BA5175" w:rsidP="00906228">
            <w:pPr>
              <w:jc w:val="both"/>
              <w:rPr>
                <w:rFonts w:ascii="Verdana" w:hAnsi="Verdana"/>
                <w:sz w:val="24"/>
                <w:szCs w:val="24"/>
              </w:rPr>
            </w:pPr>
            <w:r w:rsidRPr="00156B21">
              <w:rPr>
                <w:rFonts w:ascii="Verdana" w:eastAsia="Calibri" w:hAnsi="Verdana"/>
                <w:color w:val="FFFFFF" w:themeColor="background1"/>
                <w:sz w:val="24"/>
                <w:szCs w:val="24"/>
              </w:rPr>
              <w:t>Tipologia societaria</w:t>
            </w:r>
          </w:p>
        </w:tc>
        <w:tc>
          <w:tcPr>
            <w:tcW w:w="6851" w:type="dxa"/>
          </w:tcPr>
          <w:p w14:paraId="6DF3498A" w14:textId="77777777" w:rsidR="00BA5175" w:rsidRPr="00156B21" w:rsidRDefault="00BA5175" w:rsidP="00906228">
            <w:pPr>
              <w:jc w:val="both"/>
              <w:rPr>
                <w:rFonts w:ascii="Verdana" w:hAnsi="Verdana"/>
                <w:sz w:val="24"/>
                <w:szCs w:val="24"/>
              </w:rPr>
            </w:pPr>
          </w:p>
        </w:tc>
      </w:tr>
      <w:tr w:rsidR="00BA5175" w:rsidRPr="00156B21" w14:paraId="4EE30CFB" w14:textId="77777777" w:rsidTr="00906228">
        <w:tc>
          <w:tcPr>
            <w:tcW w:w="2641" w:type="dxa"/>
            <w:shd w:val="clear" w:color="auto" w:fill="0D8390" w:themeFill="accent5"/>
          </w:tcPr>
          <w:p w14:paraId="5C21F270" w14:textId="77777777" w:rsidR="00BA5175" w:rsidRPr="00156B21" w:rsidRDefault="00BA5175" w:rsidP="00906228">
            <w:pPr>
              <w:jc w:val="both"/>
              <w:rPr>
                <w:rFonts w:ascii="Verdana" w:hAnsi="Verdana"/>
                <w:sz w:val="24"/>
                <w:szCs w:val="24"/>
              </w:rPr>
            </w:pPr>
            <w:r w:rsidRPr="00156B21">
              <w:rPr>
                <w:rFonts w:ascii="Verdana" w:eastAsia="Calibri" w:hAnsi="Verdana"/>
                <w:color w:val="FFFFFF" w:themeColor="background1"/>
                <w:sz w:val="24"/>
                <w:szCs w:val="24"/>
              </w:rPr>
              <w:t>Partita IVA/Codice fiscale</w:t>
            </w:r>
          </w:p>
        </w:tc>
        <w:tc>
          <w:tcPr>
            <w:tcW w:w="6851" w:type="dxa"/>
          </w:tcPr>
          <w:p w14:paraId="1D5E8A0E" w14:textId="77777777" w:rsidR="00BA5175" w:rsidRPr="00156B21" w:rsidRDefault="00BA5175" w:rsidP="00906228">
            <w:pPr>
              <w:jc w:val="both"/>
              <w:rPr>
                <w:rFonts w:ascii="Verdana" w:hAnsi="Verdana"/>
                <w:sz w:val="24"/>
                <w:szCs w:val="24"/>
              </w:rPr>
            </w:pPr>
          </w:p>
        </w:tc>
      </w:tr>
      <w:tr w:rsidR="00BA5175" w:rsidRPr="00156B21" w14:paraId="46B396D0" w14:textId="77777777" w:rsidTr="00906228">
        <w:tc>
          <w:tcPr>
            <w:tcW w:w="2641" w:type="dxa"/>
            <w:shd w:val="clear" w:color="auto" w:fill="0D8390" w:themeFill="accent5"/>
          </w:tcPr>
          <w:p w14:paraId="7775E77A" w14:textId="77777777" w:rsidR="00BA5175" w:rsidRPr="00156B21" w:rsidRDefault="00BA5175" w:rsidP="00906228">
            <w:pPr>
              <w:jc w:val="both"/>
              <w:rPr>
                <w:rFonts w:ascii="Verdana" w:hAnsi="Verdana"/>
                <w:color w:val="FFFFFF" w:themeColor="background1"/>
                <w:sz w:val="24"/>
                <w:szCs w:val="24"/>
              </w:rPr>
            </w:pPr>
            <w:r w:rsidRPr="00156B21">
              <w:rPr>
                <w:rFonts w:ascii="Verdana" w:eastAsia="Calibri" w:hAnsi="Verdana"/>
                <w:color w:val="FFFFFF" w:themeColor="background1"/>
                <w:sz w:val="24"/>
                <w:szCs w:val="24"/>
              </w:rPr>
              <w:t>Forma di partecipazione alla procedura</w:t>
            </w:r>
          </w:p>
        </w:tc>
        <w:tc>
          <w:tcPr>
            <w:tcW w:w="6851" w:type="dxa"/>
          </w:tcPr>
          <w:p w14:paraId="013E1B8D" w14:textId="77777777" w:rsidR="00BA5175" w:rsidRPr="00156B21" w:rsidRDefault="00BA5175" w:rsidP="00906228">
            <w:pPr>
              <w:jc w:val="both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2AD71F1" w14:textId="77777777" w:rsidR="00BA5175" w:rsidRPr="00156B21" w:rsidRDefault="00BA5175" w:rsidP="00BA5175">
      <w:pPr>
        <w:jc w:val="both"/>
        <w:rPr>
          <w:rFonts w:ascii="Verdana" w:hAnsi="Verdana"/>
          <w:sz w:val="24"/>
          <w:szCs w:val="24"/>
        </w:rPr>
      </w:pPr>
    </w:p>
    <w:p w14:paraId="02F921B1" w14:textId="77777777" w:rsidR="00BA5175" w:rsidRPr="00156B21" w:rsidRDefault="00BA5175" w:rsidP="00BA5175">
      <w:pPr>
        <w:jc w:val="both"/>
        <w:rPr>
          <w:rFonts w:ascii="Verdana" w:hAnsi="Verdana"/>
          <w:sz w:val="24"/>
          <w:szCs w:val="24"/>
        </w:rPr>
      </w:pPr>
      <w:r w:rsidRPr="00156B21">
        <w:rPr>
          <w:rFonts w:ascii="Verdana" w:hAnsi="Verdana"/>
          <w:sz w:val="24"/>
          <w:szCs w:val="24"/>
        </w:rPr>
        <w:t xml:space="preserve">Il/La sottoscritto/a </w:t>
      </w:r>
      <w:r w:rsidRPr="00156B21">
        <w:rPr>
          <w:rStyle w:val="Richiamoallanotaapidipagina"/>
          <w:rFonts w:ascii="Verdana" w:hAnsi="Verdana"/>
          <w:sz w:val="24"/>
          <w:szCs w:val="24"/>
        </w:rPr>
        <w:footnoteReference w:id="1"/>
      </w:r>
    </w:p>
    <w:p w14:paraId="2A8E2F96" w14:textId="77777777" w:rsidR="00BA5175" w:rsidRPr="00156B21" w:rsidRDefault="00BA5175" w:rsidP="00BA5175">
      <w:pPr>
        <w:jc w:val="both"/>
        <w:rPr>
          <w:rFonts w:ascii="Verdana" w:hAnsi="Verdana"/>
          <w:sz w:val="24"/>
          <w:szCs w:val="24"/>
        </w:rPr>
      </w:pPr>
      <w:r w:rsidRPr="00156B21">
        <w:rPr>
          <w:rFonts w:ascii="Verdana" w:hAnsi="Verdana"/>
          <w:sz w:val="24"/>
          <w:szCs w:val="24"/>
        </w:rPr>
        <w:t xml:space="preserve">nella sua qualifica di: </w:t>
      </w:r>
    </w:p>
    <w:p w14:paraId="2BC44E62" w14:textId="77777777" w:rsidR="00BA5175" w:rsidRPr="00156B21" w:rsidRDefault="00BA5175" w:rsidP="00BA5175">
      <w:pPr>
        <w:ind w:left="284" w:hanging="284"/>
        <w:jc w:val="both"/>
        <w:rPr>
          <w:rFonts w:ascii="Verdana" w:hAnsi="Verdana"/>
          <w:sz w:val="24"/>
          <w:szCs w:val="24"/>
        </w:rPr>
      </w:pPr>
      <w:r w:rsidRPr="00156B21">
        <w:rPr>
          <w:rFonts w:ascii="Verdana" w:hAnsi="Verdana"/>
          <w:sz w:val="24"/>
          <w:szCs w:val="24"/>
        </w:rPr>
        <w:t xml:space="preserve">□ </w:t>
      </w:r>
      <w:r w:rsidRPr="00156B21">
        <w:rPr>
          <w:rFonts w:ascii="Verdana" w:hAnsi="Verdana"/>
          <w:sz w:val="24"/>
          <w:szCs w:val="24"/>
        </w:rPr>
        <w:tab/>
        <w:t xml:space="preserve">Legale Rappresentante </w:t>
      </w:r>
    </w:p>
    <w:p w14:paraId="24FFDB9F" w14:textId="77777777" w:rsidR="00BA5175" w:rsidRPr="00156B21" w:rsidRDefault="00BA5175" w:rsidP="00BA5175">
      <w:pPr>
        <w:ind w:left="284" w:hanging="284"/>
        <w:jc w:val="both"/>
        <w:rPr>
          <w:rFonts w:ascii="Verdana" w:hAnsi="Verdana"/>
          <w:sz w:val="24"/>
          <w:szCs w:val="24"/>
        </w:rPr>
      </w:pPr>
      <w:r w:rsidRPr="00156B21">
        <w:rPr>
          <w:rFonts w:ascii="Verdana" w:hAnsi="Verdana"/>
          <w:sz w:val="24"/>
          <w:szCs w:val="24"/>
        </w:rPr>
        <w:t xml:space="preserve">□ </w:t>
      </w:r>
      <w:r w:rsidRPr="00156B21">
        <w:rPr>
          <w:rFonts w:ascii="Verdana" w:hAnsi="Verdana"/>
          <w:sz w:val="24"/>
          <w:szCs w:val="24"/>
        </w:rPr>
        <w:tab/>
        <w:t xml:space="preserve">Institore </w:t>
      </w:r>
    </w:p>
    <w:p w14:paraId="06992A52" w14:textId="77777777" w:rsidR="00BA5175" w:rsidRPr="00156B21" w:rsidRDefault="00BA5175" w:rsidP="00BA5175">
      <w:pPr>
        <w:ind w:left="284" w:hanging="284"/>
        <w:jc w:val="both"/>
        <w:rPr>
          <w:rFonts w:ascii="Verdana" w:hAnsi="Verdana"/>
          <w:i/>
          <w:sz w:val="24"/>
          <w:szCs w:val="24"/>
        </w:rPr>
      </w:pPr>
      <w:r w:rsidRPr="00156B21">
        <w:rPr>
          <w:rFonts w:ascii="Verdana" w:hAnsi="Verdana"/>
          <w:sz w:val="24"/>
          <w:szCs w:val="24"/>
        </w:rPr>
        <w:t xml:space="preserve">□ </w:t>
      </w:r>
      <w:r w:rsidRPr="00156B21">
        <w:rPr>
          <w:rFonts w:ascii="Verdana" w:hAnsi="Verdana"/>
          <w:sz w:val="24"/>
          <w:szCs w:val="24"/>
        </w:rPr>
        <w:tab/>
        <w:t xml:space="preserve">Procuratore speciale o generale con mandato di rappresentanza con firma disgiunta </w:t>
      </w:r>
      <w:r w:rsidRPr="00156B21">
        <w:rPr>
          <w:rFonts w:ascii="Verdana" w:hAnsi="Verdana"/>
          <w:i/>
          <w:sz w:val="24"/>
          <w:szCs w:val="24"/>
        </w:rPr>
        <w:t>(allegare la procura, tranne nel caso in cui l’attribuzione dell’incarico risulti dalla visura camerale)</w:t>
      </w:r>
    </w:p>
    <w:p w14:paraId="3CF9512C" w14:textId="77777777" w:rsidR="00BA5175" w:rsidRPr="00156B21" w:rsidRDefault="00BA5175" w:rsidP="00BA5175">
      <w:pPr>
        <w:ind w:left="284" w:hanging="284"/>
        <w:jc w:val="both"/>
        <w:rPr>
          <w:rFonts w:ascii="Verdana" w:hAnsi="Verdana"/>
          <w:i/>
          <w:sz w:val="24"/>
          <w:szCs w:val="24"/>
        </w:rPr>
      </w:pPr>
      <w:r w:rsidRPr="00156B21">
        <w:rPr>
          <w:rFonts w:ascii="Verdana" w:hAnsi="Verdana"/>
          <w:sz w:val="24"/>
          <w:szCs w:val="24"/>
        </w:rPr>
        <w:t xml:space="preserve">□ </w:t>
      </w:r>
      <w:r w:rsidRPr="00156B21">
        <w:rPr>
          <w:rFonts w:ascii="Verdana" w:hAnsi="Verdana"/>
          <w:sz w:val="24"/>
          <w:szCs w:val="24"/>
        </w:rPr>
        <w:tab/>
        <w:t xml:space="preserve">Procuratore speciale o generale con mandato di rappresentanza con firma congiunta della ditta che rappresenta </w:t>
      </w:r>
      <w:r w:rsidRPr="00156B21">
        <w:rPr>
          <w:rFonts w:ascii="Verdana" w:hAnsi="Verdana"/>
          <w:i/>
          <w:sz w:val="24"/>
          <w:szCs w:val="24"/>
        </w:rPr>
        <w:t>(allegare la procura, tranne nel caso in cui l’attribuzione dell’incarico risulti dalla visura camerale)</w:t>
      </w:r>
    </w:p>
    <w:p w14:paraId="43ABE677" w14:textId="77777777" w:rsidR="00BA5175" w:rsidRPr="00156B21" w:rsidRDefault="00BA5175" w:rsidP="00BA5175">
      <w:pPr>
        <w:ind w:left="284" w:hanging="284"/>
        <w:jc w:val="both"/>
        <w:rPr>
          <w:rFonts w:ascii="Verdana" w:hAnsi="Verdana"/>
          <w:i/>
          <w:sz w:val="24"/>
          <w:szCs w:val="24"/>
        </w:rPr>
      </w:pPr>
    </w:p>
    <w:p w14:paraId="34B54922" w14:textId="07621F32" w:rsidR="00BA5175" w:rsidRPr="00156B21" w:rsidRDefault="00BA5175" w:rsidP="00BA5175">
      <w:pPr>
        <w:ind w:left="284" w:hanging="284"/>
        <w:jc w:val="center"/>
        <w:rPr>
          <w:rFonts w:ascii="Verdana" w:hAnsi="Verdana"/>
          <w:b/>
          <w:bCs/>
          <w:iCs/>
          <w:sz w:val="24"/>
          <w:szCs w:val="24"/>
        </w:rPr>
      </w:pPr>
      <w:r w:rsidRPr="00156B21">
        <w:rPr>
          <w:rFonts w:ascii="Verdana" w:hAnsi="Verdana"/>
          <w:b/>
          <w:bCs/>
          <w:iCs/>
          <w:sz w:val="24"/>
          <w:szCs w:val="24"/>
        </w:rPr>
        <w:t>DICHIARA</w:t>
      </w:r>
    </w:p>
    <w:bookmarkEnd w:id="0"/>
    <w:p w14:paraId="088AAD57" w14:textId="77777777" w:rsidR="00B1428A" w:rsidRPr="00156B21" w:rsidRDefault="00B1428A" w:rsidP="00B1428A">
      <w:pPr>
        <w:pStyle w:val="Grigliamedia1-Colore21"/>
        <w:spacing w:line="360" w:lineRule="auto"/>
        <w:ind w:left="644"/>
        <w:rPr>
          <w:rFonts w:ascii="Verdana" w:hAnsi="Verdana"/>
          <w:b/>
          <w:bCs/>
          <w:szCs w:val="24"/>
        </w:rPr>
      </w:pPr>
    </w:p>
    <w:p w14:paraId="743F725A" w14:textId="098DE9A9" w:rsidR="00B1428A" w:rsidRPr="00156B21" w:rsidRDefault="00B1428A" w:rsidP="00156B21">
      <w:pPr>
        <w:pStyle w:val="Grigliamedia1-Colore21"/>
        <w:numPr>
          <w:ilvl w:val="0"/>
          <w:numId w:val="9"/>
        </w:numPr>
        <w:rPr>
          <w:rFonts w:ascii="Verdana" w:hAnsi="Verdana"/>
          <w:szCs w:val="24"/>
        </w:rPr>
      </w:pPr>
      <w:r w:rsidRPr="00156B21">
        <w:rPr>
          <w:rFonts w:ascii="Verdana" w:hAnsi="Verdana"/>
          <w:szCs w:val="24"/>
        </w:rPr>
        <w:t xml:space="preserve">che i propri prodotti, detergenti e macchinari </w:t>
      </w:r>
      <w:r w:rsidR="008901C3">
        <w:rPr>
          <w:rFonts w:ascii="Verdana" w:hAnsi="Verdana"/>
          <w:szCs w:val="24"/>
        </w:rPr>
        <w:t xml:space="preserve">utilizzati </w:t>
      </w:r>
      <w:r w:rsidRPr="00156B21">
        <w:rPr>
          <w:rFonts w:ascii="Verdana" w:hAnsi="Verdana"/>
          <w:szCs w:val="24"/>
        </w:rPr>
        <w:t>sono in possesso dei requisiti di conformità ai Criteri Ambientali Minimi di cui al Decreto Ministeriale 51 del 29 gennaio 2021 “Criteri ambientali minimi per l’affidamento del servizio di pulizia e sanificazione di edifici e ambienti ad uso civile, sanitario e per i prodotti detergenti” pubblicato in GURI n. 42 del 19 febbraio 2021;</w:t>
      </w:r>
    </w:p>
    <w:p w14:paraId="14260C55" w14:textId="77777777" w:rsidR="00B1428A" w:rsidRPr="00156B21" w:rsidRDefault="00B1428A" w:rsidP="00B1428A">
      <w:pPr>
        <w:pStyle w:val="Grigliamedia1-Colore21"/>
        <w:spacing w:line="360" w:lineRule="auto"/>
        <w:rPr>
          <w:rFonts w:ascii="Verdana" w:hAnsi="Verdana"/>
          <w:b/>
          <w:bCs/>
          <w:szCs w:val="24"/>
        </w:rPr>
      </w:pPr>
    </w:p>
    <w:p w14:paraId="528F3118" w14:textId="7D635234" w:rsidR="00B010E0" w:rsidRPr="00156B21" w:rsidRDefault="00156B21" w:rsidP="00156B21">
      <w:pPr>
        <w:pStyle w:val="Grigliamedia1-Colore21"/>
        <w:numPr>
          <w:ilvl w:val="0"/>
          <w:numId w:val="9"/>
        </w:numPr>
        <w:rPr>
          <w:rFonts w:ascii="Verdana" w:hAnsi="Verdana"/>
          <w:szCs w:val="24"/>
        </w:rPr>
      </w:pPr>
      <w:r>
        <w:rPr>
          <w:rFonts w:ascii="Verdana" w:hAnsi="Verdana"/>
          <w:b/>
          <w:bCs/>
          <w:szCs w:val="24"/>
        </w:rPr>
        <w:t>i</w:t>
      </w:r>
      <w:r w:rsidR="00BA5175" w:rsidRPr="00156B21">
        <w:rPr>
          <w:rFonts w:ascii="Verdana" w:hAnsi="Verdana"/>
          <w:b/>
          <w:bCs/>
          <w:szCs w:val="24"/>
        </w:rPr>
        <w:t>l po</w:t>
      </w:r>
      <w:r w:rsidR="009E52DC" w:rsidRPr="00156B21">
        <w:rPr>
          <w:rFonts w:ascii="Verdana" w:hAnsi="Verdana"/>
          <w:b/>
          <w:bCs/>
          <w:szCs w:val="24"/>
        </w:rPr>
        <w:t xml:space="preserve">ssesso della certificazione in materia di parità di genere, in conformità alla norma UNI </w:t>
      </w:r>
      <w:proofErr w:type="spellStart"/>
      <w:r w:rsidR="009E52DC" w:rsidRPr="00156B21">
        <w:rPr>
          <w:rFonts w:ascii="Verdana" w:hAnsi="Verdana"/>
          <w:b/>
          <w:bCs/>
          <w:szCs w:val="24"/>
        </w:rPr>
        <w:t>PdR</w:t>
      </w:r>
      <w:proofErr w:type="spellEnd"/>
      <w:r w:rsidR="009E52DC" w:rsidRPr="00156B21">
        <w:rPr>
          <w:rFonts w:ascii="Verdana" w:hAnsi="Verdana"/>
          <w:b/>
          <w:bCs/>
          <w:szCs w:val="24"/>
        </w:rPr>
        <w:t xml:space="preserve"> n. 125:2022</w:t>
      </w:r>
      <w:r w:rsidR="00AC1E44" w:rsidRPr="00156B21">
        <w:rPr>
          <w:rFonts w:ascii="Verdana" w:hAnsi="Verdana"/>
          <w:szCs w:val="24"/>
        </w:rPr>
        <w:t xml:space="preserve">: </w:t>
      </w:r>
      <w:r w:rsidR="009E52DC" w:rsidRPr="00156B21">
        <w:rPr>
          <w:rFonts w:ascii="Verdana" w:hAnsi="Verdana"/>
          <w:szCs w:val="24"/>
        </w:rPr>
        <w:t xml:space="preserve">Il punteggio verrà attribuito in funzione del possesso della certificazione in corso di validità rilasciata da un ente di certificazione accreditato </w:t>
      </w:r>
    </w:p>
    <w:p w14:paraId="4FA10E1D" w14:textId="3065901B" w:rsidR="00C60E04" w:rsidRPr="00156B21" w:rsidRDefault="00C60E04" w:rsidP="00DA1A0C">
      <w:pPr>
        <w:spacing w:before="120" w:after="120" w:line="360" w:lineRule="auto"/>
        <w:ind w:left="851"/>
        <w:jc w:val="both"/>
        <w:rPr>
          <w:rFonts w:ascii="Verdana" w:hAnsi="Verdana"/>
          <w:sz w:val="24"/>
          <w:szCs w:val="24"/>
        </w:rPr>
      </w:pPr>
      <w:r w:rsidRPr="00156B21"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0A7613F" wp14:editId="2DD3EC04">
                <wp:simplePos x="0" y="0"/>
                <wp:positionH relativeFrom="column">
                  <wp:posOffset>276894</wp:posOffset>
                </wp:positionH>
                <wp:positionV relativeFrom="paragraph">
                  <wp:posOffset>109220</wp:posOffset>
                </wp:positionV>
                <wp:extent cx="147320" cy="113030"/>
                <wp:effectExtent l="13335" t="13970" r="10795" b="63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8F9D8F" id="Rectangle 1" o:spid="_x0000_s1026" style="position:absolute;margin-left:21.8pt;margin-top:8.6pt;width:11.6pt;height:8.9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"/>
            </w:pict>
          </mc:Fallback>
        </mc:AlternateContent>
      </w:r>
      <w:r w:rsidRPr="00156B21">
        <w:rPr>
          <w:rFonts w:ascii="Verdana" w:hAnsi="Verdana"/>
          <w:sz w:val="24"/>
          <w:szCs w:val="24"/>
        </w:rPr>
        <w:t>SI: 2 punti</w:t>
      </w:r>
    </w:p>
    <w:p w14:paraId="5BD93902" w14:textId="6E9638D3" w:rsidR="004C7CE5" w:rsidRPr="00156B21" w:rsidRDefault="00C60E04" w:rsidP="00EA4B99">
      <w:pPr>
        <w:spacing w:before="120" w:after="120" w:line="360" w:lineRule="auto"/>
        <w:ind w:left="851"/>
        <w:jc w:val="both"/>
        <w:rPr>
          <w:rFonts w:ascii="Verdana" w:hAnsi="Verdana"/>
          <w:sz w:val="24"/>
          <w:szCs w:val="24"/>
        </w:rPr>
      </w:pPr>
      <w:r w:rsidRPr="00156B21"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9C1434D" wp14:editId="422A90B8">
                <wp:simplePos x="0" y="0"/>
                <wp:positionH relativeFrom="column">
                  <wp:posOffset>280550</wp:posOffset>
                </wp:positionH>
                <wp:positionV relativeFrom="paragraph">
                  <wp:posOffset>13421</wp:posOffset>
                </wp:positionV>
                <wp:extent cx="147320" cy="113030"/>
                <wp:effectExtent l="13335" t="13970" r="10795" b="63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C4A760" id="Rectangle 4" o:spid="_x0000_s1026" style="position:absolute;margin-left:22.1pt;margin-top:1.05pt;width:11.6pt;height:8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"/>
            </w:pict>
          </mc:Fallback>
        </mc:AlternateContent>
      </w:r>
      <w:r w:rsidRPr="00156B21">
        <w:rPr>
          <w:rFonts w:ascii="Verdana" w:hAnsi="Verdana"/>
          <w:sz w:val="24"/>
          <w:szCs w:val="24"/>
        </w:rPr>
        <w:t>NO: 0 punti</w:t>
      </w:r>
    </w:p>
    <w:p w14:paraId="7041923C" w14:textId="20B0A356" w:rsidR="00EA4B99" w:rsidRPr="00156B21" w:rsidRDefault="009E52DC" w:rsidP="00156B21">
      <w:pPr>
        <w:spacing w:after="240"/>
        <w:ind w:left="426"/>
        <w:jc w:val="both"/>
        <w:rPr>
          <w:rFonts w:ascii="Verdana" w:hAnsi="Verdana"/>
          <w:i/>
          <w:iCs/>
          <w:sz w:val="24"/>
          <w:szCs w:val="24"/>
        </w:rPr>
      </w:pPr>
      <w:r w:rsidRPr="00156B21">
        <w:rPr>
          <w:rFonts w:ascii="Verdana" w:hAnsi="Verdana"/>
          <w:i/>
          <w:iCs/>
          <w:sz w:val="24"/>
          <w:szCs w:val="24"/>
        </w:rPr>
        <w:t>Nel caso di partecipazione di RTI/Consorzi, verrà attribuito il punteggio qualora almeno uno dei componenti del RTI ovvero, in caso di Consorzio, lo stesso Consorzio ove partecipi in proprio o almeno una delle consorziate individuate come esecutrici posseggano la certificazione. Il concorrente deve allegare copia della certificazione in corso di validità all’offerta tecnica</w:t>
      </w:r>
    </w:p>
    <w:tbl>
      <w:tblPr>
        <w:tblW w:w="657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3597"/>
      </w:tblGrid>
      <w:tr w:rsidR="009E52DC" w:rsidRPr="00156B21" w14:paraId="1834CDA9" w14:textId="35C06CB4" w:rsidTr="009E52DC">
        <w:trPr>
          <w:trHeight w:val="60"/>
        </w:trPr>
        <w:tc>
          <w:tcPr>
            <w:tcW w:w="2976" w:type="dxa"/>
            <w:shd w:val="clear" w:color="auto" w:fill="E7E6E6"/>
            <w:vAlign w:val="center"/>
          </w:tcPr>
          <w:p w14:paraId="1E94006F" w14:textId="77777777" w:rsidR="009E52DC" w:rsidRPr="00156B21" w:rsidRDefault="009E52DC" w:rsidP="00713553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>Operatore appartenente RTI</w:t>
            </w:r>
          </w:p>
        </w:tc>
        <w:tc>
          <w:tcPr>
            <w:tcW w:w="3597" w:type="dxa"/>
            <w:shd w:val="clear" w:color="auto" w:fill="E7E6E6"/>
            <w:vAlign w:val="center"/>
          </w:tcPr>
          <w:p w14:paraId="32170CAF" w14:textId="3C8FA25F" w:rsidR="009E52DC" w:rsidRPr="00156B21" w:rsidRDefault="009E52DC" w:rsidP="009E52DC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>Possesso certificazione si/no</w:t>
            </w:r>
          </w:p>
        </w:tc>
      </w:tr>
      <w:tr w:rsidR="009E52DC" w:rsidRPr="00156B21" w14:paraId="4F30A631" w14:textId="0B022DF9" w:rsidTr="009E52DC">
        <w:trPr>
          <w:trHeight w:val="264"/>
        </w:trPr>
        <w:tc>
          <w:tcPr>
            <w:tcW w:w="2976" w:type="dxa"/>
          </w:tcPr>
          <w:p w14:paraId="3CC292E7" w14:textId="77777777" w:rsidR="009E52DC" w:rsidRPr="00156B21" w:rsidRDefault="009E52DC" w:rsidP="00953E3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97" w:type="dxa"/>
          </w:tcPr>
          <w:p w14:paraId="6DAA6732" w14:textId="77777777" w:rsidR="009E52DC" w:rsidRPr="00156B21" w:rsidRDefault="009E52DC" w:rsidP="00953E3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E52DC" w:rsidRPr="00156B21" w14:paraId="515C7CB0" w14:textId="2B880243" w:rsidTr="009E52DC">
        <w:trPr>
          <w:trHeight w:val="264"/>
        </w:trPr>
        <w:tc>
          <w:tcPr>
            <w:tcW w:w="2976" w:type="dxa"/>
          </w:tcPr>
          <w:p w14:paraId="18648676" w14:textId="77777777" w:rsidR="009E52DC" w:rsidRPr="00156B21" w:rsidRDefault="009E52DC" w:rsidP="00953E3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97" w:type="dxa"/>
          </w:tcPr>
          <w:p w14:paraId="1BCBA0A7" w14:textId="77777777" w:rsidR="009E52DC" w:rsidRPr="00156B21" w:rsidRDefault="009E52DC" w:rsidP="00953E3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E52DC" w:rsidRPr="00156B21" w14:paraId="61F45851" w14:textId="45B6772C" w:rsidTr="009E52DC">
        <w:trPr>
          <w:trHeight w:val="264"/>
        </w:trPr>
        <w:tc>
          <w:tcPr>
            <w:tcW w:w="2976" w:type="dxa"/>
          </w:tcPr>
          <w:p w14:paraId="64285C41" w14:textId="77777777" w:rsidR="009E52DC" w:rsidRPr="00156B21" w:rsidRDefault="009E52DC" w:rsidP="00953E3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97" w:type="dxa"/>
          </w:tcPr>
          <w:p w14:paraId="0406A14A" w14:textId="77777777" w:rsidR="009E52DC" w:rsidRPr="00156B21" w:rsidRDefault="009E52DC" w:rsidP="00953E38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CB5AD0A" w14:textId="77777777" w:rsidR="00BA5175" w:rsidRPr="00156B21" w:rsidRDefault="00BA5175" w:rsidP="00156B21">
      <w:pPr>
        <w:pStyle w:val="Grigliamedia1-Colore21"/>
        <w:rPr>
          <w:rFonts w:ascii="Verdana" w:hAnsi="Verdana"/>
          <w:b/>
          <w:bCs/>
          <w:szCs w:val="24"/>
        </w:rPr>
      </w:pPr>
    </w:p>
    <w:p w14:paraId="05782BB9" w14:textId="6A34A04E" w:rsidR="009E52DC" w:rsidRPr="00156B21" w:rsidRDefault="00156B21" w:rsidP="00156B21">
      <w:pPr>
        <w:pStyle w:val="Grigliamedia1-Colore21"/>
        <w:numPr>
          <w:ilvl w:val="0"/>
          <w:numId w:val="9"/>
        </w:numPr>
        <w:rPr>
          <w:rFonts w:ascii="Verdana" w:hAnsi="Verdana"/>
          <w:b/>
          <w:bCs/>
          <w:szCs w:val="24"/>
        </w:rPr>
      </w:pPr>
      <w:r>
        <w:rPr>
          <w:rFonts w:ascii="Verdana" w:hAnsi="Verdana"/>
          <w:b/>
          <w:bCs/>
          <w:szCs w:val="24"/>
        </w:rPr>
        <w:t>i</w:t>
      </w:r>
      <w:r w:rsidR="00BA5175" w:rsidRPr="00156B21">
        <w:rPr>
          <w:rFonts w:ascii="Verdana" w:hAnsi="Verdana"/>
          <w:b/>
          <w:bCs/>
          <w:szCs w:val="24"/>
        </w:rPr>
        <w:t>l p</w:t>
      </w:r>
      <w:r w:rsidR="009E52DC" w:rsidRPr="00156B21">
        <w:rPr>
          <w:rFonts w:ascii="Verdana" w:hAnsi="Verdana"/>
          <w:b/>
          <w:bCs/>
          <w:szCs w:val="24"/>
        </w:rPr>
        <w:t xml:space="preserve">ossesso della certificazione di conformità del sistema per la salute e sicurezza sul lavoro UNI ISO 45001:2018: </w:t>
      </w:r>
      <w:r w:rsidR="009E52DC" w:rsidRPr="00156B21">
        <w:rPr>
          <w:rFonts w:ascii="Verdana" w:hAnsi="Verdana"/>
          <w:szCs w:val="24"/>
        </w:rPr>
        <w:t xml:space="preserve">Il punteggio verrà attribuito in funzione del possesso della certificazione in corso di validità rilasciata da un ente di certificazione accreditato </w:t>
      </w:r>
    </w:p>
    <w:p w14:paraId="6E31FB92" w14:textId="77777777" w:rsidR="009E52DC" w:rsidRPr="00156B21" w:rsidRDefault="009E52DC" w:rsidP="009E52DC">
      <w:pPr>
        <w:spacing w:before="120" w:after="120" w:line="360" w:lineRule="auto"/>
        <w:ind w:left="851"/>
        <w:jc w:val="both"/>
        <w:rPr>
          <w:rFonts w:ascii="Verdana" w:hAnsi="Verdana"/>
          <w:sz w:val="24"/>
          <w:szCs w:val="24"/>
        </w:rPr>
      </w:pPr>
      <w:r w:rsidRPr="00156B21"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A3F081" wp14:editId="644E41EE">
                <wp:simplePos x="0" y="0"/>
                <wp:positionH relativeFrom="column">
                  <wp:posOffset>276894</wp:posOffset>
                </wp:positionH>
                <wp:positionV relativeFrom="paragraph">
                  <wp:posOffset>109220</wp:posOffset>
                </wp:positionV>
                <wp:extent cx="147320" cy="113030"/>
                <wp:effectExtent l="13335" t="13970" r="10795" b="6350"/>
                <wp:wrapNone/>
                <wp:docPr id="899126236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AD2D2" id="Rectangle 1" o:spid="_x0000_s1026" style="position:absolute;margin-left:21.8pt;margin-top:8.6pt;width:11.6pt;height:8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"/>
            </w:pict>
          </mc:Fallback>
        </mc:AlternateContent>
      </w:r>
      <w:r w:rsidRPr="00156B21">
        <w:rPr>
          <w:rFonts w:ascii="Verdana" w:hAnsi="Verdana"/>
          <w:sz w:val="24"/>
          <w:szCs w:val="24"/>
        </w:rPr>
        <w:t>SI: 2 punti</w:t>
      </w:r>
    </w:p>
    <w:p w14:paraId="0E8D060E" w14:textId="77777777" w:rsidR="009E52DC" w:rsidRPr="00156B21" w:rsidRDefault="009E52DC" w:rsidP="009E52DC">
      <w:pPr>
        <w:spacing w:before="120" w:after="120" w:line="360" w:lineRule="auto"/>
        <w:ind w:left="851"/>
        <w:jc w:val="both"/>
        <w:rPr>
          <w:rFonts w:ascii="Verdana" w:hAnsi="Verdana"/>
          <w:sz w:val="24"/>
          <w:szCs w:val="24"/>
        </w:rPr>
      </w:pPr>
      <w:r w:rsidRPr="00156B21"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4422BA" wp14:editId="35F4F630">
                <wp:simplePos x="0" y="0"/>
                <wp:positionH relativeFrom="column">
                  <wp:posOffset>280550</wp:posOffset>
                </wp:positionH>
                <wp:positionV relativeFrom="paragraph">
                  <wp:posOffset>13421</wp:posOffset>
                </wp:positionV>
                <wp:extent cx="147320" cy="113030"/>
                <wp:effectExtent l="13335" t="13970" r="10795" b="6350"/>
                <wp:wrapNone/>
                <wp:docPr id="67476130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2B8E48" id="Rectangle 4" o:spid="_x0000_s1026" style="position:absolute;margin-left:22.1pt;margin-top:1.05pt;width:11.6pt;height:8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"/>
            </w:pict>
          </mc:Fallback>
        </mc:AlternateContent>
      </w:r>
      <w:r w:rsidRPr="00156B21">
        <w:rPr>
          <w:rFonts w:ascii="Verdana" w:hAnsi="Verdana"/>
          <w:sz w:val="24"/>
          <w:szCs w:val="24"/>
        </w:rPr>
        <w:t>NO: 0 punti</w:t>
      </w:r>
    </w:p>
    <w:p w14:paraId="532DFDDC" w14:textId="77777777" w:rsidR="009E52DC" w:rsidRDefault="009E52DC" w:rsidP="00156B21">
      <w:pPr>
        <w:spacing w:after="240"/>
        <w:ind w:left="426"/>
        <w:jc w:val="both"/>
        <w:rPr>
          <w:rFonts w:ascii="Verdana" w:hAnsi="Verdana"/>
          <w:i/>
          <w:iCs/>
          <w:sz w:val="24"/>
          <w:szCs w:val="24"/>
        </w:rPr>
      </w:pPr>
      <w:r w:rsidRPr="00156B21">
        <w:rPr>
          <w:rFonts w:ascii="Verdana" w:hAnsi="Verdana"/>
          <w:i/>
          <w:iCs/>
          <w:sz w:val="24"/>
          <w:szCs w:val="24"/>
        </w:rPr>
        <w:t xml:space="preserve">Nel caso di partecipazione di RTI/Consorzi, verrà attribuito il punteggio qualora almeno uno dei componenti del RTI ovvero, in caso di Consorzio, lo stesso Consorzio ove partecipi in proprio o almeno una delle </w:t>
      </w:r>
      <w:r w:rsidRPr="00156B21">
        <w:rPr>
          <w:rFonts w:ascii="Verdana" w:hAnsi="Verdana"/>
          <w:i/>
          <w:iCs/>
          <w:sz w:val="24"/>
          <w:szCs w:val="24"/>
        </w:rPr>
        <w:lastRenderedPageBreak/>
        <w:t>consorziate individuate come esecutrici posseggano la certificazione. Il concorrente deve allegare copia della certificazione in corso di validità all’offerta tecnica</w:t>
      </w:r>
    </w:p>
    <w:p w14:paraId="7E0E097C" w14:textId="77777777" w:rsidR="00156B21" w:rsidRPr="00156B21" w:rsidRDefault="00156B21" w:rsidP="00156B21">
      <w:pPr>
        <w:spacing w:after="240"/>
        <w:ind w:left="426"/>
        <w:jc w:val="both"/>
        <w:rPr>
          <w:rFonts w:ascii="Verdana" w:hAnsi="Verdana"/>
          <w:i/>
          <w:iCs/>
          <w:sz w:val="24"/>
          <w:szCs w:val="24"/>
        </w:rPr>
      </w:pPr>
    </w:p>
    <w:tbl>
      <w:tblPr>
        <w:tblW w:w="657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3597"/>
      </w:tblGrid>
      <w:tr w:rsidR="009E52DC" w:rsidRPr="00156B21" w14:paraId="37A16956" w14:textId="77777777" w:rsidTr="00906228">
        <w:trPr>
          <w:trHeight w:val="60"/>
        </w:trPr>
        <w:tc>
          <w:tcPr>
            <w:tcW w:w="2976" w:type="dxa"/>
            <w:shd w:val="clear" w:color="auto" w:fill="E7E6E6"/>
            <w:vAlign w:val="center"/>
          </w:tcPr>
          <w:p w14:paraId="2670B24C" w14:textId="77777777" w:rsidR="009E52DC" w:rsidRPr="00156B21" w:rsidRDefault="009E52DC" w:rsidP="00906228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>Operatore appartenente RTI</w:t>
            </w:r>
          </w:p>
        </w:tc>
        <w:tc>
          <w:tcPr>
            <w:tcW w:w="3597" w:type="dxa"/>
            <w:shd w:val="clear" w:color="auto" w:fill="E7E6E6"/>
            <w:vAlign w:val="center"/>
          </w:tcPr>
          <w:p w14:paraId="4C74CB20" w14:textId="77777777" w:rsidR="009E52DC" w:rsidRPr="00156B21" w:rsidRDefault="009E52DC" w:rsidP="00906228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>Possesso certificazione si/no</w:t>
            </w:r>
          </w:p>
        </w:tc>
      </w:tr>
      <w:tr w:rsidR="009E52DC" w:rsidRPr="00156B21" w14:paraId="3B46871B" w14:textId="77777777" w:rsidTr="00906228">
        <w:trPr>
          <w:trHeight w:val="264"/>
        </w:trPr>
        <w:tc>
          <w:tcPr>
            <w:tcW w:w="2976" w:type="dxa"/>
          </w:tcPr>
          <w:p w14:paraId="4652D27F" w14:textId="77777777" w:rsidR="009E52DC" w:rsidRPr="00156B21" w:rsidRDefault="009E52D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97" w:type="dxa"/>
          </w:tcPr>
          <w:p w14:paraId="72622C33" w14:textId="77777777" w:rsidR="009E52DC" w:rsidRPr="00156B21" w:rsidRDefault="009E52D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E52DC" w:rsidRPr="00156B21" w14:paraId="7094BBCB" w14:textId="77777777" w:rsidTr="00906228">
        <w:trPr>
          <w:trHeight w:val="264"/>
        </w:trPr>
        <w:tc>
          <w:tcPr>
            <w:tcW w:w="2976" w:type="dxa"/>
          </w:tcPr>
          <w:p w14:paraId="1BB9E3EA" w14:textId="77777777" w:rsidR="009E52DC" w:rsidRPr="00156B21" w:rsidRDefault="009E52D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97" w:type="dxa"/>
          </w:tcPr>
          <w:p w14:paraId="456937F6" w14:textId="77777777" w:rsidR="009E52DC" w:rsidRPr="00156B21" w:rsidRDefault="009E52D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E52DC" w:rsidRPr="00156B21" w14:paraId="382AF855" w14:textId="77777777" w:rsidTr="00906228">
        <w:trPr>
          <w:trHeight w:val="264"/>
        </w:trPr>
        <w:tc>
          <w:tcPr>
            <w:tcW w:w="2976" w:type="dxa"/>
          </w:tcPr>
          <w:p w14:paraId="14F55C60" w14:textId="77777777" w:rsidR="009E52DC" w:rsidRPr="00156B21" w:rsidRDefault="009E52D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97" w:type="dxa"/>
          </w:tcPr>
          <w:p w14:paraId="23E58BA5" w14:textId="77777777" w:rsidR="009E52DC" w:rsidRPr="00156B21" w:rsidRDefault="009E52D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03B583F" w14:textId="77777777" w:rsidR="00BA5175" w:rsidRPr="00156B21" w:rsidRDefault="00BA5175" w:rsidP="00BA5175">
      <w:pPr>
        <w:pStyle w:val="Grigliamedia1-Colore21"/>
        <w:spacing w:line="360" w:lineRule="auto"/>
        <w:ind w:left="644"/>
        <w:rPr>
          <w:rFonts w:ascii="Verdana" w:hAnsi="Verdana"/>
          <w:b/>
          <w:bCs/>
          <w:szCs w:val="24"/>
        </w:rPr>
      </w:pPr>
    </w:p>
    <w:p w14:paraId="16CAF6E2" w14:textId="77777777" w:rsidR="00BA5175" w:rsidRPr="00156B21" w:rsidRDefault="00BA5175" w:rsidP="00BA5175">
      <w:pPr>
        <w:pStyle w:val="Grigliamedia1-Colore21"/>
        <w:spacing w:line="360" w:lineRule="auto"/>
        <w:ind w:left="644"/>
        <w:rPr>
          <w:rFonts w:ascii="Verdana" w:hAnsi="Verdana"/>
          <w:b/>
          <w:bCs/>
          <w:szCs w:val="24"/>
        </w:rPr>
      </w:pPr>
    </w:p>
    <w:p w14:paraId="3EFA1588" w14:textId="7C9BB300" w:rsidR="009E52DC" w:rsidRPr="00156B21" w:rsidRDefault="00BA5175" w:rsidP="00156B21">
      <w:pPr>
        <w:pStyle w:val="Grigliamedia1-Colore21"/>
        <w:numPr>
          <w:ilvl w:val="0"/>
          <w:numId w:val="9"/>
        </w:numPr>
        <w:rPr>
          <w:rFonts w:ascii="Verdana" w:hAnsi="Verdana"/>
          <w:b/>
          <w:bCs/>
          <w:szCs w:val="24"/>
        </w:rPr>
      </w:pPr>
      <w:r w:rsidRPr="00156B21">
        <w:rPr>
          <w:rFonts w:ascii="Verdana" w:hAnsi="Verdana"/>
          <w:b/>
          <w:bCs/>
          <w:szCs w:val="24"/>
        </w:rPr>
        <w:t>Il p</w:t>
      </w:r>
      <w:r w:rsidR="009E52DC" w:rsidRPr="00156B21">
        <w:rPr>
          <w:rFonts w:ascii="Verdana" w:hAnsi="Verdana"/>
          <w:b/>
          <w:bCs/>
          <w:szCs w:val="24"/>
        </w:rPr>
        <w:t>ossesso della certificazione di conformità del sistema per la salute e sicurezza sul lavoro UNI</w:t>
      </w:r>
      <w:r w:rsidR="009E52DC" w:rsidRPr="00156B21">
        <w:rPr>
          <w:rFonts w:ascii="Verdana" w:hAnsi="Verdana"/>
          <w:szCs w:val="24"/>
        </w:rPr>
        <w:t xml:space="preserve"> </w:t>
      </w:r>
      <w:r w:rsidR="009E52DC" w:rsidRPr="00156B21">
        <w:rPr>
          <w:rFonts w:ascii="Verdana" w:hAnsi="Verdana"/>
          <w:b/>
          <w:bCs/>
          <w:szCs w:val="24"/>
        </w:rPr>
        <w:t>EN ISO 9001-2015</w:t>
      </w:r>
      <w:r w:rsidR="009E52DC" w:rsidRPr="00156B21">
        <w:rPr>
          <w:rFonts w:ascii="Verdana" w:hAnsi="Verdana"/>
          <w:szCs w:val="24"/>
        </w:rPr>
        <w:t xml:space="preserve">: Il punteggio verrà attribuito in funzione del possesso della certificazione in corso di validità rilasciata da un ente di certificazione accreditato </w:t>
      </w:r>
    </w:p>
    <w:p w14:paraId="1B18C715" w14:textId="77777777" w:rsidR="009E52DC" w:rsidRPr="00156B21" w:rsidRDefault="009E52DC" w:rsidP="009E52DC">
      <w:pPr>
        <w:spacing w:before="120" w:after="120" w:line="360" w:lineRule="auto"/>
        <w:ind w:left="851"/>
        <w:jc w:val="both"/>
        <w:rPr>
          <w:rFonts w:ascii="Verdana" w:hAnsi="Verdana"/>
          <w:sz w:val="24"/>
          <w:szCs w:val="24"/>
        </w:rPr>
      </w:pPr>
      <w:r w:rsidRPr="00156B21"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D447C0" wp14:editId="32D17275">
                <wp:simplePos x="0" y="0"/>
                <wp:positionH relativeFrom="column">
                  <wp:posOffset>276894</wp:posOffset>
                </wp:positionH>
                <wp:positionV relativeFrom="paragraph">
                  <wp:posOffset>109220</wp:posOffset>
                </wp:positionV>
                <wp:extent cx="147320" cy="113030"/>
                <wp:effectExtent l="13335" t="13970" r="10795" b="6350"/>
                <wp:wrapNone/>
                <wp:docPr id="1622629559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BD60ED" id="Rectangle 1" o:spid="_x0000_s1026" style="position:absolute;margin-left:21.8pt;margin-top:8.6pt;width:11.6pt;height:8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"/>
            </w:pict>
          </mc:Fallback>
        </mc:AlternateContent>
      </w:r>
      <w:r w:rsidRPr="00156B21">
        <w:rPr>
          <w:rFonts w:ascii="Verdana" w:hAnsi="Verdana"/>
          <w:sz w:val="24"/>
          <w:szCs w:val="24"/>
        </w:rPr>
        <w:t>SI: 2 punti</w:t>
      </w:r>
    </w:p>
    <w:p w14:paraId="209A2322" w14:textId="77777777" w:rsidR="009E52DC" w:rsidRPr="00156B21" w:rsidRDefault="009E52DC" w:rsidP="009E52DC">
      <w:pPr>
        <w:spacing w:before="120" w:after="120" w:line="360" w:lineRule="auto"/>
        <w:ind w:left="851"/>
        <w:jc w:val="both"/>
        <w:rPr>
          <w:rFonts w:ascii="Verdana" w:hAnsi="Verdana"/>
          <w:sz w:val="24"/>
          <w:szCs w:val="24"/>
        </w:rPr>
      </w:pPr>
      <w:r w:rsidRPr="00156B21"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20C6F3" wp14:editId="0C7D26F5">
                <wp:simplePos x="0" y="0"/>
                <wp:positionH relativeFrom="column">
                  <wp:posOffset>280550</wp:posOffset>
                </wp:positionH>
                <wp:positionV relativeFrom="paragraph">
                  <wp:posOffset>13421</wp:posOffset>
                </wp:positionV>
                <wp:extent cx="147320" cy="113030"/>
                <wp:effectExtent l="13335" t="13970" r="10795" b="6350"/>
                <wp:wrapNone/>
                <wp:docPr id="108751649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B351D9" id="Rectangle 4" o:spid="_x0000_s1026" style="position:absolute;margin-left:22.1pt;margin-top:1.05pt;width:11.6pt;height:8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"/>
            </w:pict>
          </mc:Fallback>
        </mc:AlternateContent>
      </w:r>
      <w:r w:rsidRPr="00156B21">
        <w:rPr>
          <w:rFonts w:ascii="Verdana" w:hAnsi="Verdana"/>
          <w:sz w:val="24"/>
          <w:szCs w:val="24"/>
        </w:rPr>
        <w:t>NO: 0 punti</w:t>
      </w:r>
    </w:p>
    <w:p w14:paraId="54429329" w14:textId="77777777" w:rsidR="009E52DC" w:rsidRPr="00156B21" w:rsidRDefault="009E52DC" w:rsidP="00156B21">
      <w:pPr>
        <w:spacing w:after="240"/>
        <w:ind w:left="426"/>
        <w:jc w:val="both"/>
        <w:rPr>
          <w:rFonts w:ascii="Verdana" w:hAnsi="Verdana"/>
          <w:i/>
          <w:iCs/>
          <w:sz w:val="24"/>
          <w:szCs w:val="24"/>
        </w:rPr>
      </w:pPr>
      <w:r w:rsidRPr="00156B21">
        <w:rPr>
          <w:rFonts w:ascii="Verdana" w:hAnsi="Verdana"/>
          <w:i/>
          <w:iCs/>
          <w:sz w:val="24"/>
          <w:szCs w:val="24"/>
        </w:rPr>
        <w:t>Nel caso di partecipazione di RTI/Consorzi, verrà attribuito il punteggio qualora almeno uno dei componenti del RTI ovvero, in caso di Consorzio, lo stesso Consorzio ove partecipi in proprio o almeno una delle consorziate individuate come esecutrici posseggano la certificazione. Il concorrente deve allegare copia della certificazione in corso di validità all’offerta tecnica</w:t>
      </w:r>
    </w:p>
    <w:tbl>
      <w:tblPr>
        <w:tblW w:w="657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3597"/>
      </w:tblGrid>
      <w:tr w:rsidR="009E52DC" w:rsidRPr="00156B21" w14:paraId="0567B5F3" w14:textId="77777777" w:rsidTr="00906228">
        <w:trPr>
          <w:trHeight w:val="60"/>
        </w:trPr>
        <w:tc>
          <w:tcPr>
            <w:tcW w:w="2976" w:type="dxa"/>
            <w:shd w:val="clear" w:color="auto" w:fill="E7E6E6"/>
            <w:vAlign w:val="center"/>
          </w:tcPr>
          <w:p w14:paraId="1914747F" w14:textId="77777777" w:rsidR="009E52DC" w:rsidRPr="00156B21" w:rsidRDefault="009E52DC" w:rsidP="00906228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>Operatore appartenente RTI</w:t>
            </w:r>
          </w:p>
        </w:tc>
        <w:tc>
          <w:tcPr>
            <w:tcW w:w="3597" w:type="dxa"/>
            <w:shd w:val="clear" w:color="auto" w:fill="E7E6E6"/>
            <w:vAlign w:val="center"/>
          </w:tcPr>
          <w:p w14:paraId="40C5F57E" w14:textId="77777777" w:rsidR="009E52DC" w:rsidRPr="00156B21" w:rsidRDefault="009E52DC" w:rsidP="00906228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>Possesso certificazione si/no</w:t>
            </w:r>
          </w:p>
        </w:tc>
      </w:tr>
      <w:tr w:rsidR="009E52DC" w:rsidRPr="00156B21" w14:paraId="286DB09F" w14:textId="77777777" w:rsidTr="00906228">
        <w:trPr>
          <w:trHeight w:val="264"/>
        </w:trPr>
        <w:tc>
          <w:tcPr>
            <w:tcW w:w="2976" w:type="dxa"/>
          </w:tcPr>
          <w:p w14:paraId="76BBD037" w14:textId="77777777" w:rsidR="009E52DC" w:rsidRPr="00156B21" w:rsidRDefault="009E52D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97" w:type="dxa"/>
          </w:tcPr>
          <w:p w14:paraId="1E2FBCE0" w14:textId="77777777" w:rsidR="009E52DC" w:rsidRPr="00156B21" w:rsidRDefault="009E52D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E52DC" w:rsidRPr="00156B21" w14:paraId="4B8E35D5" w14:textId="77777777" w:rsidTr="00906228">
        <w:trPr>
          <w:trHeight w:val="264"/>
        </w:trPr>
        <w:tc>
          <w:tcPr>
            <w:tcW w:w="2976" w:type="dxa"/>
          </w:tcPr>
          <w:p w14:paraId="131D9609" w14:textId="77777777" w:rsidR="009E52DC" w:rsidRPr="00156B21" w:rsidRDefault="009E52D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97" w:type="dxa"/>
          </w:tcPr>
          <w:p w14:paraId="71119BAD" w14:textId="77777777" w:rsidR="009E52DC" w:rsidRPr="00156B21" w:rsidRDefault="009E52D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E52DC" w:rsidRPr="00156B21" w14:paraId="77D78F05" w14:textId="77777777" w:rsidTr="00906228">
        <w:trPr>
          <w:trHeight w:val="264"/>
        </w:trPr>
        <w:tc>
          <w:tcPr>
            <w:tcW w:w="2976" w:type="dxa"/>
          </w:tcPr>
          <w:p w14:paraId="29B3FB21" w14:textId="77777777" w:rsidR="009E52DC" w:rsidRPr="00156B21" w:rsidRDefault="009E52D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97" w:type="dxa"/>
          </w:tcPr>
          <w:p w14:paraId="78B5F727" w14:textId="77777777" w:rsidR="009E52DC" w:rsidRPr="00156B21" w:rsidRDefault="009E52D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06FCDEB" w14:textId="77777777" w:rsidR="009E52DC" w:rsidRPr="00156B21" w:rsidRDefault="009E52DC" w:rsidP="009E52DC">
      <w:pPr>
        <w:pStyle w:val="Grigliamedia1-Colore21"/>
        <w:spacing w:line="360" w:lineRule="auto"/>
        <w:ind w:left="644"/>
        <w:rPr>
          <w:rFonts w:ascii="Verdana" w:hAnsi="Verdana"/>
          <w:b/>
          <w:bCs/>
          <w:szCs w:val="24"/>
        </w:rPr>
      </w:pPr>
    </w:p>
    <w:p w14:paraId="6FA89406" w14:textId="77777777" w:rsidR="009E52DC" w:rsidRPr="00156B21" w:rsidRDefault="009E52DC" w:rsidP="009E52DC">
      <w:pPr>
        <w:pStyle w:val="Grigliamedia1-Colore21"/>
        <w:spacing w:line="360" w:lineRule="auto"/>
        <w:ind w:left="644"/>
        <w:rPr>
          <w:rFonts w:ascii="Verdana" w:hAnsi="Verdana"/>
          <w:b/>
          <w:bCs/>
          <w:szCs w:val="24"/>
        </w:rPr>
      </w:pPr>
    </w:p>
    <w:p w14:paraId="45569487" w14:textId="44AC7879" w:rsidR="009E52DC" w:rsidRPr="00156B21" w:rsidRDefault="00BA5175" w:rsidP="00156B21">
      <w:pPr>
        <w:pStyle w:val="Grigliamedia1-Colore21"/>
        <w:numPr>
          <w:ilvl w:val="0"/>
          <w:numId w:val="9"/>
        </w:numPr>
        <w:rPr>
          <w:rFonts w:ascii="Verdana" w:hAnsi="Verdana"/>
          <w:b/>
          <w:bCs/>
          <w:szCs w:val="24"/>
        </w:rPr>
      </w:pPr>
      <w:r w:rsidRPr="00156B21">
        <w:rPr>
          <w:rFonts w:ascii="Verdana" w:hAnsi="Verdana"/>
          <w:b/>
          <w:bCs/>
          <w:szCs w:val="24"/>
        </w:rPr>
        <w:t>Il p</w:t>
      </w:r>
      <w:r w:rsidR="009E52DC" w:rsidRPr="00156B21">
        <w:rPr>
          <w:rFonts w:ascii="Verdana" w:hAnsi="Verdana"/>
          <w:b/>
          <w:bCs/>
          <w:szCs w:val="24"/>
        </w:rPr>
        <w:t>ossesso della certificazione di responsabilità sociale ed etica SA 8000</w:t>
      </w:r>
      <w:r w:rsidR="009E52DC" w:rsidRPr="00156B21">
        <w:rPr>
          <w:rFonts w:ascii="Verdana" w:hAnsi="Verdana"/>
          <w:szCs w:val="24"/>
        </w:rPr>
        <w:t xml:space="preserve">: Il punteggio verrà attribuito in funzione del possesso della certificazione in corso di validità rilasciata da un ente di certificazione accreditato </w:t>
      </w:r>
    </w:p>
    <w:p w14:paraId="258CCDB8" w14:textId="77777777" w:rsidR="009E52DC" w:rsidRPr="00156B21" w:rsidRDefault="009E52DC" w:rsidP="009E52DC">
      <w:pPr>
        <w:spacing w:before="120" w:after="120" w:line="360" w:lineRule="auto"/>
        <w:ind w:left="851"/>
        <w:jc w:val="both"/>
        <w:rPr>
          <w:rFonts w:ascii="Verdana" w:hAnsi="Verdana"/>
          <w:sz w:val="24"/>
          <w:szCs w:val="24"/>
        </w:rPr>
      </w:pPr>
      <w:r w:rsidRPr="00156B21"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342540" wp14:editId="5E85B3DB">
                <wp:simplePos x="0" y="0"/>
                <wp:positionH relativeFrom="column">
                  <wp:posOffset>276894</wp:posOffset>
                </wp:positionH>
                <wp:positionV relativeFrom="paragraph">
                  <wp:posOffset>109220</wp:posOffset>
                </wp:positionV>
                <wp:extent cx="147320" cy="113030"/>
                <wp:effectExtent l="13335" t="13970" r="10795" b="6350"/>
                <wp:wrapNone/>
                <wp:docPr id="731032139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32EDA" id="Rectangle 1" o:spid="_x0000_s1026" style="position:absolute;margin-left:21.8pt;margin-top:8.6pt;width:11.6pt;height:8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"/>
            </w:pict>
          </mc:Fallback>
        </mc:AlternateContent>
      </w:r>
      <w:r w:rsidRPr="00156B21">
        <w:rPr>
          <w:rFonts w:ascii="Verdana" w:hAnsi="Verdana"/>
          <w:sz w:val="24"/>
          <w:szCs w:val="24"/>
        </w:rPr>
        <w:t>SI: 2 punti</w:t>
      </w:r>
    </w:p>
    <w:p w14:paraId="25BCDB0B" w14:textId="77777777" w:rsidR="009E52DC" w:rsidRPr="00156B21" w:rsidRDefault="009E52DC" w:rsidP="009E52DC">
      <w:pPr>
        <w:spacing w:before="120" w:after="120" w:line="360" w:lineRule="auto"/>
        <w:ind w:left="851"/>
        <w:jc w:val="both"/>
        <w:rPr>
          <w:rFonts w:ascii="Verdana" w:hAnsi="Verdana"/>
          <w:sz w:val="24"/>
          <w:szCs w:val="24"/>
        </w:rPr>
      </w:pPr>
      <w:r w:rsidRPr="00156B21">
        <w:rPr>
          <w:rFonts w:ascii="Verdana" w:hAnsi="Verdan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51CDD2" wp14:editId="3F51D565">
                <wp:simplePos x="0" y="0"/>
                <wp:positionH relativeFrom="column">
                  <wp:posOffset>280550</wp:posOffset>
                </wp:positionH>
                <wp:positionV relativeFrom="paragraph">
                  <wp:posOffset>13421</wp:posOffset>
                </wp:positionV>
                <wp:extent cx="147320" cy="113030"/>
                <wp:effectExtent l="13335" t="13970" r="10795" b="6350"/>
                <wp:wrapNone/>
                <wp:docPr id="57996710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B9318" id="Rectangle 4" o:spid="_x0000_s1026" style="position:absolute;margin-left:22.1pt;margin-top:1.05pt;width:11.6pt;height:8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"/>
            </w:pict>
          </mc:Fallback>
        </mc:AlternateContent>
      </w:r>
      <w:r w:rsidRPr="00156B21">
        <w:rPr>
          <w:rFonts w:ascii="Verdana" w:hAnsi="Verdana"/>
          <w:sz w:val="24"/>
          <w:szCs w:val="24"/>
        </w:rPr>
        <w:t>NO: 0 punti</w:t>
      </w:r>
    </w:p>
    <w:p w14:paraId="592C0E9C" w14:textId="77777777" w:rsidR="009E52DC" w:rsidRPr="00156B21" w:rsidRDefault="009E52DC" w:rsidP="00156B21">
      <w:pPr>
        <w:spacing w:after="240"/>
        <w:ind w:left="426"/>
        <w:jc w:val="both"/>
        <w:rPr>
          <w:rFonts w:ascii="Verdana" w:hAnsi="Verdana"/>
          <w:i/>
          <w:iCs/>
          <w:sz w:val="24"/>
          <w:szCs w:val="24"/>
        </w:rPr>
      </w:pPr>
      <w:r w:rsidRPr="00156B21">
        <w:rPr>
          <w:rFonts w:ascii="Verdana" w:hAnsi="Verdana"/>
          <w:i/>
          <w:iCs/>
          <w:sz w:val="24"/>
          <w:szCs w:val="24"/>
        </w:rPr>
        <w:t>Nel caso di partecipazione di RTI/Consorzi, verrà attribuito il punteggio qualora almeno uno dei componenti del RTI ovvero, in caso di Consorzio, lo stesso Consorzio ove partecipi in proprio o almeno una delle consorziate individuate come esecutrici posseggano la certificazione. Il concorrente deve allegare copia della certificazione in corso di validità all’offerta tecnica</w:t>
      </w:r>
    </w:p>
    <w:tbl>
      <w:tblPr>
        <w:tblW w:w="657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3597"/>
      </w:tblGrid>
      <w:tr w:rsidR="009E52DC" w:rsidRPr="00156B21" w14:paraId="381DC52C" w14:textId="77777777" w:rsidTr="00906228">
        <w:trPr>
          <w:trHeight w:val="60"/>
        </w:trPr>
        <w:tc>
          <w:tcPr>
            <w:tcW w:w="2976" w:type="dxa"/>
            <w:shd w:val="clear" w:color="auto" w:fill="E7E6E6"/>
            <w:vAlign w:val="center"/>
          </w:tcPr>
          <w:p w14:paraId="0A3959CE" w14:textId="77777777" w:rsidR="009E52DC" w:rsidRPr="00156B21" w:rsidRDefault="009E52DC" w:rsidP="00906228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>Operatore appartenente RTI</w:t>
            </w:r>
          </w:p>
        </w:tc>
        <w:tc>
          <w:tcPr>
            <w:tcW w:w="3597" w:type="dxa"/>
            <w:shd w:val="clear" w:color="auto" w:fill="E7E6E6"/>
            <w:vAlign w:val="center"/>
          </w:tcPr>
          <w:p w14:paraId="5536F339" w14:textId="77777777" w:rsidR="009E52DC" w:rsidRPr="00156B21" w:rsidRDefault="009E52DC" w:rsidP="00906228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>Possesso certificazione si/no</w:t>
            </w:r>
          </w:p>
        </w:tc>
      </w:tr>
      <w:tr w:rsidR="009E52DC" w:rsidRPr="00156B21" w14:paraId="791E1AAD" w14:textId="77777777" w:rsidTr="00906228">
        <w:trPr>
          <w:trHeight w:val="264"/>
        </w:trPr>
        <w:tc>
          <w:tcPr>
            <w:tcW w:w="2976" w:type="dxa"/>
          </w:tcPr>
          <w:p w14:paraId="6921FF4D" w14:textId="77777777" w:rsidR="009E52DC" w:rsidRPr="00156B21" w:rsidRDefault="009E52D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97" w:type="dxa"/>
          </w:tcPr>
          <w:p w14:paraId="584C1067" w14:textId="77777777" w:rsidR="009E52DC" w:rsidRPr="00156B21" w:rsidRDefault="009E52D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E52DC" w:rsidRPr="00156B21" w14:paraId="5F921D9C" w14:textId="77777777" w:rsidTr="00906228">
        <w:trPr>
          <w:trHeight w:val="264"/>
        </w:trPr>
        <w:tc>
          <w:tcPr>
            <w:tcW w:w="2976" w:type="dxa"/>
          </w:tcPr>
          <w:p w14:paraId="12F26832" w14:textId="77777777" w:rsidR="009E52DC" w:rsidRPr="00156B21" w:rsidRDefault="009E52D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97" w:type="dxa"/>
          </w:tcPr>
          <w:p w14:paraId="7893F7B0" w14:textId="77777777" w:rsidR="009E52DC" w:rsidRPr="00156B21" w:rsidRDefault="009E52D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E52DC" w:rsidRPr="00156B21" w14:paraId="54BE39FE" w14:textId="77777777" w:rsidTr="00906228">
        <w:trPr>
          <w:trHeight w:val="264"/>
        </w:trPr>
        <w:tc>
          <w:tcPr>
            <w:tcW w:w="2976" w:type="dxa"/>
          </w:tcPr>
          <w:p w14:paraId="0386E17C" w14:textId="77777777" w:rsidR="009E52DC" w:rsidRPr="00156B21" w:rsidRDefault="009E52D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597" w:type="dxa"/>
          </w:tcPr>
          <w:p w14:paraId="68851687" w14:textId="77777777" w:rsidR="009E52DC" w:rsidRPr="00156B21" w:rsidRDefault="009E52D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D3A3205" w14:textId="20C3B644" w:rsidR="009E52DC" w:rsidRPr="00156B21" w:rsidRDefault="009E52DC" w:rsidP="009E52DC">
      <w:pPr>
        <w:pStyle w:val="Grigliamedia1-Colore21"/>
        <w:spacing w:before="240" w:line="360" w:lineRule="auto"/>
        <w:ind w:left="644"/>
        <w:rPr>
          <w:rFonts w:ascii="Verdana" w:hAnsi="Verdana"/>
          <w:b/>
          <w:bCs/>
          <w:szCs w:val="24"/>
        </w:rPr>
      </w:pPr>
    </w:p>
    <w:p w14:paraId="2995AF58" w14:textId="16701523" w:rsidR="00912975" w:rsidRPr="00156B21" w:rsidRDefault="00BA5175" w:rsidP="002C638A">
      <w:pPr>
        <w:pStyle w:val="Grigliamedia1-Colore21"/>
        <w:numPr>
          <w:ilvl w:val="0"/>
          <w:numId w:val="9"/>
        </w:numPr>
        <w:tabs>
          <w:tab w:val="left" w:pos="360"/>
        </w:tabs>
        <w:spacing w:before="240"/>
        <w:ind w:left="426"/>
        <w:rPr>
          <w:rFonts w:ascii="Verdana" w:hAnsi="Verdana"/>
          <w:b/>
          <w:bCs/>
          <w:szCs w:val="24"/>
        </w:rPr>
      </w:pPr>
      <w:r w:rsidRPr="00156B21">
        <w:rPr>
          <w:rFonts w:ascii="Verdana" w:hAnsi="Verdana"/>
          <w:b/>
          <w:bCs/>
          <w:szCs w:val="24"/>
        </w:rPr>
        <w:t xml:space="preserve"> Di impegnarsi </w:t>
      </w:r>
      <w:r w:rsidR="009E52DC" w:rsidRPr="00156B21">
        <w:rPr>
          <w:rFonts w:ascii="Verdana" w:hAnsi="Verdana"/>
          <w:b/>
          <w:bCs/>
          <w:szCs w:val="24"/>
        </w:rPr>
        <w:t>all’utilizzo di detergenti in possesso del marchio di qualità Ecolabel (UE) o di altre etichette ambientali conformi alla norma tecnica UNI EN ISO 14024 con imballaggi in plastica riciclati con contenuti di riciclato rispetto al peso complessivo dell’imballaggio</w:t>
      </w:r>
    </w:p>
    <w:p w14:paraId="3A5A0F7E" w14:textId="0DCDF548" w:rsidR="009E52DC" w:rsidRPr="00156B21" w:rsidRDefault="009E52DC" w:rsidP="002C638A">
      <w:pPr>
        <w:spacing w:before="120" w:after="120" w:line="360" w:lineRule="auto"/>
        <w:ind w:left="426"/>
        <w:jc w:val="both"/>
        <w:rPr>
          <w:rFonts w:ascii="Verdana" w:hAnsi="Verdana"/>
          <w:sz w:val="24"/>
          <w:szCs w:val="24"/>
        </w:rPr>
      </w:pPr>
      <w:r w:rsidRPr="00156B21"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950190E" wp14:editId="00DDF7E5">
                <wp:simplePos x="0" y="0"/>
                <wp:positionH relativeFrom="column">
                  <wp:posOffset>276894</wp:posOffset>
                </wp:positionH>
                <wp:positionV relativeFrom="paragraph">
                  <wp:posOffset>109220</wp:posOffset>
                </wp:positionV>
                <wp:extent cx="147320" cy="113030"/>
                <wp:effectExtent l="13335" t="13970" r="10795" b="6350"/>
                <wp:wrapNone/>
                <wp:docPr id="169848403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A8A47" id="Rectangle 1" o:spid="_x0000_s1026" style="position:absolute;margin-left:21.8pt;margin-top:8.6pt;width:11.6pt;height:8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"/>
            </w:pict>
          </mc:Fallback>
        </mc:AlternateContent>
      </w:r>
      <w:r w:rsidRPr="00156B21">
        <w:rPr>
          <w:rFonts w:ascii="Verdana" w:hAnsi="Verdana"/>
          <w:sz w:val="24"/>
          <w:szCs w:val="24"/>
        </w:rPr>
        <w:t>almeno pari al 30%</w:t>
      </w:r>
    </w:p>
    <w:p w14:paraId="2C11289F" w14:textId="2065F667" w:rsidR="009E52DC" w:rsidRPr="00156B21" w:rsidRDefault="009E52DC" w:rsidP="002C638A">
      <w:pPr>
        <w:spacing w:before="120" w:after="120" w:line="360" w:lineRule="auto"/>
        <w:ind w:left="426"/>
        <w:jc w:val="both"/>
        <w:rPr>
          <w:rFonts w:ascii="Verdana" w:hAnsi="Verdana"/>
          <w:sz w:val="24"/>
          <w:szCs w:val="24"/>
        </w:rPr>
      </w:pPr>
      <w:r w:rsidRPr="00156B21"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7BBC72" wp14:editId="4035FE5F">
                <wp:simplePos x="0" y="0"/>
                <wp:positionH relativeFrom="column">
                  <wp:posOffset>280550</wp:posOffset>
                </wp:positionH>
                <wp:positionV relativeFrom="paragraph">
                  <wp:posOffset>13421</wp:posOffset>
                </wp:positionV>
                <wp:extent cx="147320" cy="113030"/>
                <wp:effectExtent l="13335" t="13970" r="10795" b="6350"/>
                <wp:wrapNone/>
                <wp:docPr id="64710164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4302B" id="Rectangle 4" o:spid="_x0000_s1026" style="position:absolute;margin-left:22.1pt;margin-top:1.05pt;width:11.6pt;height:8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"/>
            </w:pict>
          </mc:Fallback>
        </mc:AlternateContent>
      </w:r>
      <w:r w:rsidRPr="00156B21">
        <w:rPr>
          <w:rFonts w:ascii="Verdana" w:hAnsi="Verdana"/>
          <w:sz w:val="24"/>
          <w:szCs w:val="24"/>
        </w:rPr>
        <w:t>tra il 50% e l’80%</w:t>
      </w:r>
    </w:p>
    <w:p w14:paraId="1B1EF358" w14:textId="4ACE5C3F" w:rsidR="009E52DC" w:rsidRPr="00156B21" w:rsidRDefault="009E52DC" w:rsidP="002C638A">
      <w:pPr>
        <w:spacing w:before="120" w:after="120" w:line="360" w:lineRule="auto"/>
        <w:ind w:left="426"/>
        <w:jc w:val="both"/>
        <w:rPr>
          <w:rFonts w:ascii="Verdana" w:hAnsi="Verdana"/>
          <w:sz w:val="24"/>
          <w:szCs w:val="24"/>
        </w:rPr>
      </w:pPr>
      <w:r w:rsidRPr="00156B21">
        <w:rPr>
          <w:rFonts w:ascii="Verdana" w:hAnsi="Verdana"/>
          <w:noProof/>
          <w:sz w:val="24"/>
          <w:szCs w:val="24"/>
        </w:rPr>
        <w:t xml:space="preserve"> </w:t>
      </w:r>
      <w:r w:rsidRPr="00156B21">
        <w:rPr>
          <w:rFonts w:ascii="Verdana" w:hAnsi="Verdana"/>
          <w:sz w:val="24"/>
          <w:szCs w:val="24"/>
        </w:rPr>
        <w:t>oltre l’80%</w:t>
      </w:r>
      <w:r w:rsidRPr="00156B21"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5FE7A05" wp14:editId="2E9BDBD9">
                <wp:simplePos x="0" y="0"/>
                <wp:positionH relativeFrom="column">
                  <wp:posOffset>280550</wp:posOffset>
                </wp:positionH>
                <wp:positionV relativeFrom="paragraph">
                  <wp:posOffset>13421</wp:posOffset>
                </wp:positionV>
                <wp:extent cx="147320" cy="113030"/>
                <wp:effectExtent l="13335" t="13970" r="10795" b="6350"/>
                <wp:wrapNone/>
                <wp:docPr id="129747512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BA5582" id="Rectangle 4" o:spid="_x0000_s1026" style="position:absolute;margin-left:22.1pt;margin-top:1.05pt;width:11.6pt;height:8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"/>
            </w:pict>
          </mc:Fallback>
        </mc:AlternateContent>
      </w:r>
    </w:p>
    <w:p w14:paraId="6B663A13" w14:textId="77777777" w:rsidR="009E52DC" w:rsidRPr="00156B21" w:rsidRDefault="009E52DC" w:rsidP="009E52DC">
      <w:pPr>
        <w:spacing w:before="120" w:after="120" w:line="360" w:lineRule="auto"/>
        <w:ind w:left="851"/>
        <w:jc w:val="both"/>
        <w:rPr>
          <w:rFonts w:ascii="Verdana" w:hAnsi="Verdana"/>
          <w:sz w:val="24"/>
          <w:szCs w:val="24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4"/>
        <w:gridCol w:w="2403"/>
        <w:gridCol w:w="2081"/>
        <w:gridCol w:w="1973"/>
        <w:gridCol w:w="1704"/>
      </w:tblGrid>
      <w:tr w:rsidR="009E52DC" w:rsidRPr="00156B21" w14:paraId="74B384C2" w14:textId="08B4990B" w:rsidTr="009E52DC">
        <w:tc>
          <w:tcPr>
            <w:tcW w:w="2025" w:type="dxa"/>
            <w:shd w:val="clear" w:color="auto" w:fill="E7E6E6"/>
            <w:vAlign w:val="center"/>
          </w:tcPr>
          <w:p w14:paraId="6568FE30" w14:textId="77777777" w:rsidR="009E52DC" w:rsidRPr="00156B21" w:rsidRDefault="009E52DC" w:rsidP="009E52DC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>Elenco prodotti</w:t>
            </w:r>
          </w:p>
        </w:tc>
        <w:tc>
          <w:tcPr>
            <w:tcW w:w="2424" w:type="dxa"/>
            <w:shd w:val="clear" w:color="auto" w:fill="E7E6E6"/>
            <w:vAlign w:val="center"/>
          </w:tcPr>
          <w:p w14:paraId="07EC6224" w14:textId="578372AB" w:rsidR="009E52DC" w:rsidRPr="00156B21" w:rsidRDefault="009E52DC" w:rsidP="009E52DC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>Denominazione sociale del/dei produttori</w:t>
            </w:r>
          </w:p>
        </w:tc>
        <w:tc>
          <w:tcPr>
            <w:tcW w:w="2111" w:type="dxa"/>
            <w:shd w:val="clear" w:color="auto" w:fill="E7E6E6"/>
            <w:vAlign w:val="center"/>
          </w:tcPr>
          <w:p w14:paraId="127DA55F" w14:textId="2EB9D341" w:rsidR="009E52DC" w:rsidRPr="00156B21" w:rsidRDefault="009E52DC" w:rsidP="009E52DC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 xml:space="preserve">Nome commerciale </w:t>
            </w:r>
            <w:r w:rsidR="008901C3">
              <w:rPr>
                <w:rFonts w:ascii="Verdana" w:hAnsi="Verdana"/>
                <w:b/>
                <w:bCs/>
                <w:sz w:val="24"/>
                <w:szCs w:val="24"/>
              </w:rPr>
              <w:t>detergenti</w:t>
            </w:r>
          </w:p>
          <w:p w14:paraId="793DDA04" w14:textId="77777777" w:rsidR="009E52DC" w:rsidRPr="00156B21" w:rsidRDefault="009E52DC" w:rsidP="009E52DC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2108" w:type="dxa"/>
            <w:shd w:val="clear" w:color="auto" w:fill="E7E6E6"/>
            <w:vAlign w:val="center"/>
          </w:tcPr>
          <w:p w14:paraId="54E1C79C" w14:textId="30725DE8" w:rsidR="009E52DC" w:rsidRPr="00156B21" w:rsidRDefault="008901C3" w:rsidP="009E52DC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>Quota riciclato</w:t>
            </w:r>
          </w:p>
        </w:tc>
        <w:tc>
          <w:tcPr>
            <w:tcW w:w="1397" w:type="dxa"/>
            <w:vAlign w:val="center"/>
          </w:tcPr>
          <w:p w14:paraId="135FEC01" w14:textId="0C3DF043" w:rsidR="009E52DC" w:rsidRPr="00156B21" w:rsidRDefault="009E52DC" w:rsidP="009E52DC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>Quota semestrale</w:t>
            </w:r>
          </w:p>
        </w:tc>
      </w:tr>
      <w:tr w:rsidR="009E52DC" w:rsidRPr="00156B21" w14:paraId="6BA6264A" w14:textId="61ED8DE5" w:rsidTr="009E52DC">
        <w:tc>
          <w:tcPr>
            <w:tcW w:w="2025" w:type="dxa"/>
            <w:vAlign w:val="center"/>
          </w:tcPr>
          <w:p w14:paraId="25F9058F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14:paraId="5D56F4D2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11" w:type="dxa"/>
            <w:vAlign w:val="center"/>
          </w:tcPr>
          <w:p w14:paraId="6BFB0D21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14:paraId="193399F6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7169787C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E52DC" w:rsidRPr="00156B21" w14:paraId="4D2D2F69" w14:textId="76401545" w:rsidTr="009E52DC">
        <w:tc>
          <w:tcPr>
            <w:tcW w:w="2025" w:type="dxa"/>
            <w:vAlign w:val="center"/>
          </w:tcPr>
          <w:p w14:paraId="6017E05D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14:paraId="0F0736D1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11" w:type="dxa"/>
            <w:vAlign w:val="center"/>
          </w:tcPr>
          <w:p w14:paraId="22CE9A0A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14:paraId="6AF82841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137CEB62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E52DC" w:rsidRPr="00156B21" w14:paraId="0528EE79" w14:textId="3A5ED70F" w:rsidTr="009E52DC">
        <w:tc>
          <w:tcPr>
            <w:tcW w:w="2025" w:type="dxa"/>
            <w:vAlign w:val="center"/>
          </w:tcPr>
          <w:p w14:paraId="5980BB44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14:paraId="3A9CFDAA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11" w:type="dxa"/>
            <w:vAlign w:val="center"/>
          </w:tcPr>
          <w:p w14:paraId="33BC340E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14:paraId="5625D9FF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636D26B9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9E52DC" w:rsidRPr="00156B21" w14:paraId="0F995BBA" w14:textId="6D7383F6" w:rsidTr="009E52DC">
        <w:tc>
          <w:tcPr>
            <w:tcW w:w="2025" w:type="dxa"/>
            <w:vAlign w:val="center"/>
          </w:tcPr>
          <w:p w14:paraId="0E513B7A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14:paraId="5D636E8A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11" w:type="dxa"/>
            <w:vAlign w:val="center"/>
          </w:tcPr>
          <w:p w14:paraId="4A949F51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14:paraId="42B0B194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14:paraId="039A5EC5" w14:textId="77777777" w:rsidR="009E52DC" w:rsidRPr="00156B21" w:rsidRDefault="009E52DC" w:rsidP="009E52DC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14CBCFD" w14:textId="25BBB50F" w:rsidR="009E52DC" w:rsidRPr="00156B21" w:rsidRDefault="009E52DC" w:rsidP="002C638A">
      <w:pPr>
        <w:spacing w:before="120" w:after="120" w:line="360" w:lineRule="auto"/>
        <w:jc w:val="both"/>
        <w:rPr>
          <w:rFonts w:ascii="Verdana" w:hAnsi="Verdana"/>
          <w:sz w:val="24"/>
          <w:szCs w:val="24"/>
        </w:rPr>
      </w:pPr>
    </w:p>
    <w:p w14:paraId="63761A40" w14:textId="7D636708" w:rsidR="00B72BBC" w:rsidRPr="00156B21" w:rsidRDefault="00BA5175" w:rsidP="002C638A">
      <w:pPr>
        <w:pStyle w:val="Grigliamedia1-Colore21"/>
        <w:numPr>
          <w:ilvl w:val="0"/>
          <w:numId w:val="9"/>
        </w:numPr>
        <w:spacing w:before="240"/>
        <w:ind w:left="0"/>
        <w:rPr>
          <w:rFonts w:ascii="Verdana" w:hAnsi="Verdana"/>
          <w:b/>
          <w:bCs/>
          <w:szCs w:val="24"/>
        </w:rPr>
      </w:pPr>
      <w:r w:rsidRPr="00156B21">
        <w:rPr>
          <w:rFonts w:ascii="Verdana" w:hAnsi="Verdana"/>
          <w:b/>
          <w:bCs/>
          <w:szCs w:val="24"/>
        </w:rPr>
        <w:lastRenderedPageBreak/>
        <w:t xml:space="preserve">Di impegnarsi </w:t>
      </w:r>
      <w:r w:rsidR="00B72BBC" w:rsidRPr="00156B21">
        <w:rPr>
          <w:rFonts w:ascii="Verdana" w:hAnsi="Verdana"/>
          <w:b/>
          <w:bCs/>
          <w:szCs w:val="24"/>
        </w:rPr>
        <w:t>all’utilizzo esclusivo di elementi tessili in microfibra in possesso del marchio di qualità Ecolabel (UE) o di altre etichette</w:t>
      </w:r>
      <w:r w:rsidR="00B72BBC" w:rsidRPr="00156B21">
        <w:rPr>
          <w:rFonts w:ascii="Verdana" w:hAnsi="Verdana"/>
          <w:szCs w:val="24"/>
        </w:rPr>
        <w:t xml:space="preserve"> </w:t>
      </w:r>
      <w:r w:rsidR="00B72BBC" w:rsidRPr="00156B21">
        <w:rPr>
          <w:rFonts w:ascii="Verdana" w:hAnsi="Verdana"/>
          <w:b/>
          <w:bCs/>
          <w:szCs w:val="24"/>
        </w:rPr>
        <w:t>ambientali conformi alla norma tecnica UNI EN ISO 14024</w:t>
      </w:r>
      <w:r w:rsidR="008901C3">
        <w:rPr>
          <w:rFonts w:ascii="Verdana" w:hAnsi="Verdana"/>
          <w:b/>
          <w:bCs/>
          <w:szCs w:val="24"/>
        </w:rPr>
        <w:t>.</w:t>
      </w:r>
    </w:p>
    <w:p w14:paraId="44D9FC57" w14:textId="77777777" w:rsidR="00B72BBC" w:rsidRPr="00156B21" w:rsidRDefault="00B72BBC" w:rsidP="00156B21">
      <w:pPr>
        <w:spacing w:before="120" w:after="120" w:line="276" w:lineRule="auto"/>
        <w:ind w:left="851"/>
        <w:jc w:val="both"/>
        <w:rPr>
          <w:rFonts w:ascii="Verdana" w:hAnsi="Verdana"/>
          <w:sz w:val="24"/>
          <w:szCs w:val="24"/>
        </w:rPr>
      </w:pPr>
    </w:p>
    <w:tbl>
      <w:tblPr>
        <w:tblW w:w="86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3"/>
        <w:gridCol w:w="2337"/>
        <w:gridCol w:w="1988"/>
        <w:gridCol w:w="2820"/>
      </w:tblGrid>
      <w:tr w:rsidR="00B72BBC" w:rsidRPr="00156B21" w14:paraId="30D50D0C" w14:textId="77777777" w:rsidTr="00B72BBC">
        <w:tc>
          <w:tcPr>
            <w:tcW w:w="2025" w:type="dxa"/>
            <w:shd w:val="clear" w:color="auto" w:fill="E7E6E6"/>
            <w:vAlign w:val="center"/>
          </w:tcPr>
          <w:p w14:paraId="79B26F71" w14:textId="77777777" w:rsidR="00B72BBC" w:rsidRPr="00156B21" w:rsidRDefault="00B72BBC" w:rsidP="00906228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>Elenco prodotti</w:t>
            </w:r>
          </w:p>
        </w:tc>
        <w:tc>
          <w:tcPr>
            <w:tcW w:w="2424" w:type="dxa"/>
            <w:shd w:val="clear" w:color="auto" w:fill="E7E6E6"/>
            <w:vAlign w:val="center"/>
          </w:tcPr>
          <w:p w14:paraId="4D6A3A16" w14:textId="77777777" w:rsidR="00B72BBC" w:rsidRPr="00156B21" w:rsidRDefault="00B72BBC" w:rsidP="00906228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>Denominazione sociale del/dei produttori</w:t>
            </w:r>
          </w:p>
        </w:tc>
        <w:tc>
          <w:tcPr>
            <w:tcW w:w="2111" w:type="dxa"/>
            <w:shd w:val="clear" w:color="auto" w:fill="E7E6E6"/>
            <w:vAlign w:val="center"/>
          </w:tcPr>
          <w:p w14:paraId="7F433787" w14:textId="77777777" w:rsidR="00B72BBC" w:rsidRPr="00156B21" w:rsidRDefault="00B72BBC" w:rsidP="00906228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>Nome commerciale prodotti</w:t>
            </w:r>
          </w:p>
          <w:p w14:paraId="50B63891" w14:textId="77777777" w:rsidR="00B72BBC" w:rsidRPr="00156B21" w:rsidRDefault="00B72BBC" w:rsidP="00906228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2108" w:type="dxa"/>
            <w:shd w:val="clear" w:color="auto" w:fill="E7E6E6"/>
            <w:vAlign w:val="center"/>
          </w:tcPr>
          <w:p w14:paraId="79A4FCB2" w14:textId="77777777" w:rsidR="00B72BBC" w:rsidRPr="00156B21" w:rsidRDefault="00B72BBC" w:rsidP="00906228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>Etichetta ambientale/sociale posseduta</w:t>
            </w:r>
          </w:p>
        </w:tc>
      </w:tr>
      <w:tr w:rsidR="00B72BBC" w:rsidRPr="00156B21" w14:paraId="4257E20B" w14:textId="77777777" w:rsidTr="00B72BBC">
        <w:tc>
          <w:tcPr>
            <w:tcW w:w="2025" w:type="dxa"/>
            <w:vAlign w:val="center"/>
          </w:tcPr>
          <w:p w14:paraId="786265B7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14:paraId="71E50DF2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11" w:type="dxa"/>
            <w:vAlign w:val="center"/>
          </w:tcPr>
          <w:p w14:paraId="7B54EF7A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14:paraId="04741130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72BBC" w:rsidRPr="00156B21" w14:paraId="26DAF099" w14:textId="77777777" w:rsidTr="00B72BBC">
        <w:tc>
          <w:tcPr>
            <w:tcW w:w="2025" w:type="dxa"/>
            <w:vAlign w:val="center"/>
          </w:tcPr>
          <w:p w14:paraId="4087A320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14:paraId="2E89E861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11" w:type="dxa"/>
            <w:vAlign w:val="center"/>
          </w:tcPr>
          <w:p w14:paraId="7BA49E56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14:paraId="755B45EC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72BBC" w:rsidRPr="00156B21" w14:paraId="0C8E8041" w14:textId="77777777" w:rsidTr="00B72BBC">
        <w:tc>
          <w:tcPr>
            <w:tcW w:w="2025" w:type="dxa"/>
            <w:vAlign w:val="center"/>
          </w:tcPr>
          <w:p w14:paraId="4D5B15F9" w14:textId="77777777" w:rsidR="00B72BBC" w:rsidRPr="00156B21" w:rsidRDefault="00B72BBC" w:rsidP="00B72BB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14:paraId="3A66DE1B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11" w:type="dxa"/>
            <w:vAlign w:val="center"/>
          </w:tcPr>
          <w:p w14:paraId="17637F4A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14:paraId="5F16E650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72BBC" w:rsidRPr="00156B21" w14:paraId="15C44EB1" w14:textId="77777777" w:rsidTr="00B72BBC">
        <w:tc>
          <w:tcPr>
            <w:tcW w:w="2025" w:type="dxa"/>
            <w:vAlign w:val="center"/>
          </w:tcPr>
          <w:p w14:paraId="4A9B4A4A" w14:textId="77777777" w:rsidR="00B72BBC" w:rsidRPr="00156B21" w:rsidRDefault="00B72BBC" w:rsidP="00B72BBC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14:paraId="427DC5E9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11" w:type="dxa"/>
            <w:vAlign w:val="center"/>
          </w:tcPr>
          <w:p w14:paraId="6E1E4AFE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14:paraId="1B2FD9D4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D5B9A91" w14:textId="77777777" w:rsidR="00CE50E8" w:rsidRPr="00156B21" w:rsidRDefault="00CE50E8" w:rsidP="00B352A5">
      <w:pPr>
        <w:pStyle w:val="Grigliamedia1-Colore21"/>
        <w:spacing w:before="60" w:after="60" w:line="360" w:lineRule="auto"/>
        <w:ind w:left="0" w:firstLine="720"/>
        <w:rPr>
          <w:rFonts w:ascii="Verdana" w:hAnsi="Verdana"/>
          <w:szCs w:val="24"/>
        </w:rPr>
      </w:pPr>
    </w:p>
    <w:p w14:paraId="0E4C8E9F" w14:textId="77777777" w:rsidR="00B72BBC" w:rsidRPr="00156B21" w:rsidRDefault="00B72BBC" w:rsidP="00B352A5">
      <w:pPr>
        <w:pStyle w:val="Grigliamedia1-Colore21"/>
        <w:spacing w:before="60" w:after="60" w:line="360" w:lineRule="auto"/>
        <w:ind w:left="0" w:firstLine="720"/>
        <w:rPr>
          <w:rFonts w:ascii="Verdana" w:hAnsi="Verdana"/>
          <w:szCs w:val="24"/>
        </w:rPr>
      </w:pPr>
    </w:p>
    <w:p w14:paraId="521610B2" w14:textId="5F5F5735" w:rsidR="00B72BBC" w:rsidRPr="00156B21" w:rsidRDefault="00BA5175" w:rsidP="002C638A">
      <w:pPr>
        <w:pStyle w:val="Grigliamedia1-Colore21"/>
        <w:numPr>
          <w:ilvl w:val="0"/>
          <w:numId w:val="9"/>
        </w:numPr>
        <w:spacing w:before="240"/>
        <w:ind w:left="-142" w:hanging="284"/>
        <w:rPr>
          <w:rFonts w:ascii="Verdana" w:hAnsi="Verdana"/>
          <w:b/>
          <w:bCs/>
          <w:szCs w:val="24"/>
        </w:rPr>
      </w:pPr>
      <w:r w:rsidRPr="00156B21">
        <w:rPr>
          <w:rFonts w:ascii="Verdana" w:hAnsi="Verdana"/>
          <w:b/>
          <w:bCs/>
          <w:szCs w:val="24"/>
        </w:rPr>
        <w:t>Di impegnarsi</w:t>
      </w:r>
      <w:r w:rsidR="00B72BBC" w:rsidRPr="00156B21">
        <w:rPr>
          <w:rFonts w:ascii="Verdana" w:hAnsi="Verdana"/>
          <w:b/>
          <w:bCs/>
          <w:szCs w:val="24"/>
        </w:rPr>
        <w:t xml:space="preserve"> all’utilizzo di prodotti con una certificazione sull’impronta climatica UNI EN ISO /TS 14067 e/o uso di prodotti fabbricati da aziende con la certificazione SA 8000; il punteggio sarà attribuito se l’uso di tali prodotti sia almeno il 10% del numero dei prodotti utilizzati.</w:t>
      </w:r>
    </w:p>
    <w:p w14:paraId="338B5FA5" w14:textId="77777777" w:rsidR="00B72BBC" w:rsidRPr="00156B21" w:rsidRDefault="00B72BBC" w:rsidP="00B72BBC">
      <w:pPr>
        <w:spacing w:before="120" w:after="120" w:line="360" w:lineRule="auto"/>
        <w:ind w:left="851"/>
        <w:jc w:val="both"/>
        <w:rPr>
          <w:rFonts w:ascii="Verdana" w:hAnsi="Verdana"/>
          <w:sz w:val="24"/>
          <w:szCs w:val="24"/>
        </w:rPr>
      </w:pPr>
    </w:p>
    <w:tbl>
      <w:tblPr>
        <w:tblW w:w="86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3"/>
        <w:gridCol w:w="2337"/>
        <w:gridCol w:w="1988"/>
        <w:gridCol w:w="2820"/>
      </w:tblGrid>
      <w:tr w:rsidR="00B72BBC" w:rsidRPr="00156B21" w14:paraId="4F9FDDB0" w14:textId="77777777" w:rsidTr="00156B21">
        <w:tc>
          <w:tcPr>
            <w:tcW w:w="1523" w:type="dxa"/>
            <w:shd w:val="clear" w:color="auto" w:fill="E7E6E6"/>
            <w:vAlign w:val="center"/>
          </w:tcPr>
          <w:p w14:paraId="04E114C3" w14:textId="77777777" w:rsidR="00B72BBC" w:rsidRPr="00156B21" w:rsidRDefault="00B72BBC" w:rsidP="00906228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>Elenco prodotti</w:t>
            </w:r>
          </w:p>
        </w:tc>
        <w:tc>
          <w:tcPr>
            <w:tcW w:w="2337" w:type="dxa"/>
            <w:shd w:val="clear" w:color="auto" w:fill="E7E6E6"/>
            <w:vAlign w:val="center"/>
          </w:tcPr>
          <w:p w14:paraId="49E62BD2" w14:textId="77777777" w:rsidR="00B72BBC" w:rsidRPr="00156B21" w:rsidRDefault="00B72BBC" w:rsidP="00906228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>Denominazione sociale del/dei produttori</w:t>
            </w:r>
          </w:p>
        </w:tc>
        <w:tc>
          <w:tcPr>
            <w:tcW w:w="1988" w:type="dxa"/>
            <w:shd w:val="clear" w:color="auto" w:fill="E7E6E6"/>
            <w:vAlign w:val="center"/>
          </w:tcPr>
          <w:p w14:paraId="1E2BECDC" w14:textId="77777777" w:rsidR="00B72BBC" w:rsidRPr="00156B21" w:rsidRDefault="00B72BBC" w:rsidP="00906228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>Nome commerciale prodotti</w:t>
            </w:r>
          </w:p>
          <w:p w14:paraId="162A7809" w14:textId="77777777" w:rsidR="00B72BBC" w:rsidRPr="00156B21" w:rsidRDefault="00B72BBC" w:rsidP="00906228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2820" w:type="dxa"/>
            <w:shd w:val="clear" w:color="auto" w:fill="E7E6E6"/>
            <w:vAlign w:val="center"/>
          </w:tcPr>
          <w:p w14:paraId="764BA903" w14:textId="77777777" w:rsidR="00B72BBC" w:rsidRPr="00156B21" w:rsidRDefault="00B72BBC" w:rsidP="00906228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56B21">
              <w:rPr>
                <w:rFonts w:ascii="Verdana" w:hAnsi="Verdana"/>
                <w:b/>
                <w:bCs/>
                <w:sz w:val="24"/>
                <w:szCs w:val="24"/>
              </w:rPr>
              <w:t>Etichetta ambientale/sociale posseduta</w:t>
            </w:r>
          </w:p>
        </w:tc>
      </w:tr>
      <w:tr w:rsidR="00B72BBC" w:rsidRPr="00156B21" w14:paraId="688BEF12" w14:textId="77777777" w:rsidTr="00156B21">
        <w:tc>
          <w:tcPr>
            <w:tcW w:w="1523" w:type="dxa"/>
            <w:vAlign w:val="center"/>
          </w:tcPr>
          <w:p w14:paraId="43087DAE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14:paraId="37CA66C3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6AD5058D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820" w:type="dxa"/>
            <w:vAlign w:val="center"/>
          </w:tcPr>
          <w:p w14:paraId="0942F3B4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72BBC" w:rsidRPr="00156B21" w14:paraId="73570783" w14:textId="77777777" w:rsidTr="00156B21">
        <w:tc>
          <w:tcPr>
            <w:tcW w:w="1523" w:type="dxa"/>
            <w:vAlign w:val="center"/>
          </w:tcPr>
          <w:p w14:paraId="5B5F6599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14:paraId="75C9732C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4C5461F5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820" w:type="dxa"/>
            <w:vAlign w:val="center"/>
          </w:tcPr>
          <w:p w14:paraId="5C3EE153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72BBC" w:rsidRPr="00156B21" w14:paraId="39128498" w14:textId="77777777" w:rsidTr="00156B21">
        <w:tc>
          <w:tcPr>
            <w:tcW w:w="1523" w:type="dxa"/>
            <w:vAlign w:val="center"/>
          </w:tcPr>
          <w:p w14:paraId="6CC82F0A" w14:textId="77777777" w:rsidR="00B72BBC" w:rsidRPr="00156B21" w:rsidRDefault="00B72BB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14:paraId="56C1759D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56C9DFED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820" w:type="dxa"/>
            <w:vAlign w:val="center"/>
          </w:tcPr>
          <w:p w14:paraId="19A06369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72BBC" w:rsidRPr="00156B21" w14:paraId="759C44C7" w14:textId="77777777" w:rsidTr="00156B21">
        <w:tc>
          <w:tcPr>
            <w:tcW w:w="1523" w:type="dxa"/>
            <w:vAlign w:val="center"/>
          </w:tcPr>
          <w:p w14:paraId="16757FB5" w14:textId="77777777" w:rsidR="00B72BBC" w:rsidRPr="00156B21" w:rsidRDefault="00B72BBC" w:rsidP="0090622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14:paraId="34B0F6FB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14:paraId="03FFC5D1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820" w:type="dxa"/>
            <w:vAlign w:val="center"/>
          </w:tcPr>
          <w:p w14:paraId="0654931C" w14:textId="77777777" w:rsidR="00B72BBC" w:rsidRPr="00156B21" w:rsidRDefault="00B72BBC" w:rsidP="00906228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26A5307" w14:textId="77777777" w:rsidR="008901C3" w:rsidRDefault="008901C3" w:rsidP="008901C3">
      <w:pPr>
        <w:rPr>
          <w:rFonts w:ascii="Verdana" w:hAnsi="Verdana" w:cstheme="minorHAnsi"/>
        </w:rPr>
      </w:pPr>
    </w:p>
    <w:p w14:paraId="485A7E81" w14:textId="77777777" w:rsidR="008901C3" w:rsidRDefault="008901C3" w:rsidP="008901C3">
      <w:pPr>
        <w:rPr>
          <w:rFonts w:ascii="Verdana" w:hAnsi="Verdana" w:cstheme="minorHAnsi"/>
        </w:rPr>
      </w:pPr>
    </w:p>
    <w:p w14:paraId="29A74168" w14:textId="43FFD350" w:rsidR="008901C3" w:rsidRPr="002C45DC" w:rsidRDefault="008901C3" w:rsidP="008901C3">
      <w:pPr>
        <w:rPr>
          <w:rFonts w:ascii="Verdana" w:hAnsi="Verdana" w:cstheme="minorHAnsi"/>
          <w:snapToGrid w:val="0"/>
        </w:rPr>
      </w:pPr>
      <w:r w:rsidRPr="002C45DC">
        <w:rPr>
          <w:rFonts w:ascii="Verdana" w:hAnsi="Verdana" w:cstheme="minorHAnsi"/>
        </w:rPr>
        <w:t>Firmato digitalmente</w:t>
      </w:r>
      <w:r w:rsidRPr="002C45DC">
        <w:rPr>
          <w:rFonts w:ascii="Verdana" w:hAnsi="Verdana" w:cstheme="minorHAnsi"/>
          <w:snapToGrid w:val="0"/>
        </w:rPr>
        <w:tab/>
      </w:r>
    </w:p>
    <w:p w14:paraId="68A4A001" w14:textId="64693698" w:rsidR="001E26BA" w:rsidRPr="00156B21" w:rsidRDefault="001E26BA" w:rsidP="001E26BA">
      <w:pPr>
        <w:pStyle w:val="Grigliamedia1-Colore21"/>
        <w:spacing w:before="60" w:after="60" w:line="360" w:lineRule="auto"/>
        <w:ind w:left="360"/>
        <w:rPr>
          <w:rFonts w:ascii="Verdana" w:hAnsi="Verdana"/>
          <w:szCs w:val="24"/>
        </w:rPr>
      </w:pPr>
    </w:p>
    <w:sectPr w:rsidR="001E26BA" w:rsidRPr="00156B21" w:rsidSect="009E52DC">
      <w:pgSz w:w="12240" w:h="15840"/>
      <w:pgMar w:top="1440" w:right="1440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324C7" w14:textId="77777777" w:rsidR="00147D29" w:rsidRDefault="00147D29" w:rsidP="006F3626">
      <w:r>
        <w:separator/>
      </w:r>
    </w:p>
  </w:endnote>
  <w:endnote w:type="continuationSeparator" w:id="0">
    <w:p w14:paraId="5AC8075D" w14:textId="77777777" w:rsidR="00147D29" w:rsidRDefault="00147D29" w:rsidP="006F3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4BD29" w14:textId="77777777" w:rsidR="00147D29" w:rsidRDefault="00147D29" w:rsidP="006F3626">
      <w:r>
        <w:separator/>
      </w:r>
    </w:p>
  </w:footnote>
  <w:footnote w:type="continuationSeparator" w:id="0">
    <w:p w14:paraId="45A37E8D" w14:textId="77777777" w:rsidR="00147D29" w:rsidRDefault="00147D29" w:rsidP="006F3626">
      <w:r>
        <w:continuationSeparator/>
      </w:r>
    </w:p>
  </w:footnote>
  <w:footnote w:id="1">
    <w:p w14:paraId="4BEC6735" w14:textId="77777777" w:rsidR="00BA5175" w:rsidRPr="005C4339" w:rsidRDefault="00BA5175" w:rsidP="00BA5175">
      <w:pPr>
        <w:rPr>
          <w:rFonts w:ascii="Verdana" w:hAnsi="Verdana"/>
          <w:sz w:val="10"/>
          <w:szCs w:val="10"/>
        </w:rPr>
      </w:pPr>
      <w:r w:rsidRPr="005C4339">
        <w:rPr>
          <w:rStyle w:val="Rimandonotaapidipagina"/>
          <w:rFonts w:ascii="Verdana" w:hAnsi="Verdana"/>
          <w:sz w:val="10"/>
          <w:szCs w:val="10"/>
        </w:rPr>
        <w:footnoteRef/>
      </w:r>
      <w:r w:rsidRPr="005C4339">
        <w:rPr>
          <w:rStyle w:val="Rimandonotaapidipagina"/>
          <w:rFonts w:ascii="Verdana" w:hAnsi="Verdana"/>
          <w:sz w:val="10"/>
          <w:szCs w:val="10"/>
        </w:rPr>
        <w:t xml:space="preserve"> </w:t>
      </w:r>
      <w:r w:rsidRPr="005C4339">
        <w:rPr>
          <w:rFonts w:ascii="Verdana" w:hAnsi="Verdana"/>
          <w:sz w:val="10"/>
          <w:szCs w:val="10"/>
        </w:rPr>
        <w:t xml:space="preserve">Le dichiarazioni devono essere rese dal titolare /rappresentante legale/institore </w:t>
      </w:r>
    </w:p>
    <w:p w14:paraId="47404108" w14:textId="77777777" w:rsidR="00BA5175" w:rsidRPr="005C4339" w:rsidRDefault="00BA5175" w:rsidP="00BA5175">
      <w:pPr>
        <w:pStyle w:val="Testonotaapidipagina"/>
        <w:rPr>
          <w:rFonts w:ascii="Verdana" w:hAnsi="Verdana"/>
          <w:sz w:val="10"/>
          <w:szCs w:val="10"/>
        </w:rPr>
      </w:pPr>
      <w:r w:rsidRPr="005C4339">
        <w:rPr>
          <w:rFonts w:ascii="Verdana" w:hAnsi="Verdana"/>
          <w:sz w:val="10"/>
          <w:szCs w:val="10"/>
        </w:rPr>
        <w:t xml:space="preserve">• dell'Operatore singolo, </w:t>
      </w:r>
    </w:p>
    <w:p w14:paraId="070BB583" w14:textId="77777777" w:rsidR="00BA5175" w:rsidRPr="005C4339" w:rsidRDefault="00BA5175" w:rsidP="00BA5175">
      <w:pPr>
        <w:pStyle w:val="Testonotaapidipagina"/>
        <w:rPr>
          <w:rFonts w:ascii="Verdana" w:hAnsi="Verdana"/>
          <w:sz w:val="10"/>
          <w:szCs w:val="10"/>
        </w:rPr>
      </w:pPr>
      <w:r w:rsidRPr="005C4339">
        <w:rPr>
          <w:rFonts w:ascii="Verdana" w:hAnsi="Verdana"/>
          <w:sz w:val="10"/>
          <w:szCs w:val="10"/>
        </w:rPr>
        <w:t>• dei consorzi di cui all’articolo 65, comma 2, lettere b) e c) del Codice.</w:t>
      </w:r>
    </w:p>
    <w:p w14:paraId="673F21C1" w14:textId="77777777" w:rsidR="00BA5175" w:rsidRPr="005C4339" w:rsidRDefault="00BA5175" w:rsidP="00BA5175">
      <w:pPr>
        <w:pStyle w:val="Testonotaapidipagina"/>
        <w:rPr>
          <w:rFonts w:ascii="Verdana" w:hAnsi="Verdana"/>
          <w:sz w:val="10"/>
          <w:szCs w:val="10"/>
        </w:rPr>
      </w:pPr>
      <w:r w:rsidRPr="005C4339">
        <w:rPr>
          <w:rFonts w:ascii="Verdana" w:hAnsi="Verdana"/>
          <w:sz w:val="10"/>
          <w:szCs w:val="10"/>
        </w:rPr>
        <w:t xml:space="preserve">• dei consorzi stabili di cui all’articolo 65, comma 2, lett. d) del Codice, </w:t>
      </w:r>
    </w:p>
    <w:p w14:paraId="7BFEC7AB" w14:textId="77777777" w:rsidR="00BA5175" w:rsidRPr="005C4339" w:rsidRDefault="00BA5175" w:rsidP="00BA5175">
      <w:pPr>
        <w:pStyle w:val="Testonotaapidipagina"/>
        <w:rPr>
          <w:rFonts w:ascii="Verdana" w:hAnsi="Verdana"/>
          <w:sz w:val="10"/>
          <w:szCs w:val="10"/>
        </w:rPr>
      </w:pPr>
      <w:r w:rsidRPr="005C4339">
        <w:rPr>
          <w:rFonts w:ascii="Verdana" w:hAnsi="Verdana"/>
          <w:sz w:val="10"/>
          <w:szCs w:val="10"/>
        </w:rPr>
        <w:t xml:space="preserve">• della Mandataria /Capofila nel caso di RTI o Consorzi Ordinari costituiti </w:t>
      </w:r>
    </w:p>
    <w:p w14:paraId="783EF429" w14:textId="77777777" w:rsidR="00BA5175" w:rsidRPr="005C4339" w:rsidRDefault="00BA5175" w:rsidP="00BA5175">
      <w:pPr>
        <w:pStyle w:val="Testonotaapidipagina"/>
        <w:rPr>
          <w:rFonts w:ascii="Verdana" w:hAnsi="Verdana"/>
          <w:sz w:val="10"/>
          <w:szCs w:val="10"/>
        </w:rPr>
      </w:pPr>
      <w:r w:rsidRPr="005C4339">
        <w:rPr>
          <w:rFonts w:ascii="Verdana" w:hAnsi="Verdana"/>
          <w:sz w:val="10"/>
          <w:szCs w:val="10"/>
        </w:rPr>
        <w:t xml:space="preserve">• di tutte le imprese raggruppate in un RTI nel caso di RTI ancora da costituire </w:t>
      </w:r>
    </w:p>
    <w:p w14:paraId="2229D1A4" w14:textId="77777777" w:rsidR="00BA5175" w:rsidRPr="005C4339" w:rsidRDefault="00BA5175" w:rsidP="00BA5175">
      <w:pPr>
        <w:pStyle w:val="Testonotaapidipagina"/>
        <w:rPr>
          <w:rFonts w:ascii="Verdana" w:hAnsi="Verdana"/>
          <w:sz w:val="10"/>
          <w:szCs w:val="10"/>
        </w:rPr>
      </w:pPr>
      <w:r w:rsidRPr="005C4339">
        <w:rPr>
          <w:rFonts w:ascii="Verdana" w:hAnsi="Verdana"/>
          <w:sz w:val="10"/>
          <w:szCs w:val="10"/>
        </w:rPr>
        <w:t>• di tutte le imprese consorziate che partecipano alla gara nel caso di un Consorzio Ordinario ancora da costituire</w:t>
      </w:r>
    </w:p>
    <w:p w14:paraId="395C4716" w14:textId="77777777" w:rsidR="00BA5175" w:rsidRPr="005C4339" w:rsidRDefault="00BA5175" w:rsidP="00BA5175">
      <w:pPr>
        <w:pStyle w:val="Testonotaapidipagina"/>
        <w:rPr>
          <w:rFonts w:ascii="Verdana" w:hAnsi="Verdana"/>
          <w:sz w:val="10"/>
          <w:szCs w:val="10"/>
        </w:rPr>
      </w:pPr>
      <w:r w:rsidRPr="005C4339">
        <w:rPr>
          <w:rFonts w:ascii="Verdana" w:hAnsi="Verdana"/>
          <w:sz w:val="10"/>
          <w:szCs w:val="10"/>
        </w:rPr>
        <w:t xml:space="preserve">• dell’impresa retista che riveste la funzione di organo comune nel caso di rete dotata di organo comune con potere di rappresentanza e con/senza soggettività giuridica; </w:t>
      </w:r>
    </w:p>
    <w:p w14:paraId="241FEDE9" w14:textId="77777777" w:rsidR="00BA5175" w:rsidRPr="005C4339" w:rsidRDefault="00BA5175" w:rsidP="00BA5175">
      <w:pPr>
        <w:pStyle w:val="Testonotaapidipagina"/>
        <w:rPr>
          <w:rFonts w:ascii="Verdana" w:hAnsi="Verdana"/>
          <w:sz w:val="10"/>
          <w:szCs w:val="10"/>
        </w:rPr>
      </w:pPr>
      <w:r w:rsidRPr="005C4339">
        <w:rPr>
          <w:rFonts w:ascii="Verdana" w:hAnsi="Verdana"/>
          <w:sz w:val="10"/>
          <w:szCs w:val="10"/>
        </w:rPr>
        <w:t xml:space="preserve">• delle imprese retiste che partecipano alla gara nel caso di Rete dotata di organo comune privo di rappresentanza o se la Rete è sprovvista di organo comune o se l’organo comune è privo dei requisiti di qualificazione richiesti per assumere la veste di mandataria. </w:t>
      </w:r>
    </w:p>
    <w:p w14:paraId="77F6D217" w14:textId="77777777" w:rsidR="00BA5175" w:rsidRDefault="00BA5175" w:rsidP="00BA5175">
      <w:pPr>
        <w:pStyle w:val="Testonotaapidipagina"/>
        <w:rPr>
          <w:sz w:val="16"/>
          <w:szCs w:val="16"/>
        </w:rPr>
      </w:pPr>
      <w:r w:rsidRPr="005C4339">
        <w:rPr>
          <w:rFonts w:ascii="Verdana" w:hAnsi="Verdana"/>
          <w:sz w:val="10"/>
          <w:szCs w:val="10"/>
        </w:rPr>
        <w:t>• del Gruppo Europeo Interesse Economico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72FE1"/>
    <w:multiLevelType w:val="hybridMultilevel"/>
    <w:tmpl w:val="57107E3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EF7F26"/>
    <w:multiLevelType w:val="hybridMultilevel"/>
    <w:tmpl w:val="3B06B316"/>
    <w:lvl w:ilvl="0" w:tplc="3E300A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A232E"/>
    <w:multiLevelType w:val="hybridMultilevel"/>
    <w:tmpl w:val="ED0EB23A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FFA275EC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9BE7797"/>
    <w:multiLevelType w:val="hybridMultilevel"/>
    <w:tmpl w:val="54302574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7546DC"/>
    <w:multiLevelType w:val="hybridMultilevel"/>
    <w:tmpl w:val="770A4E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C48B6"/>
    <w:multiLevelType w:val="hybridMultilevel"/>
    <w:tmpl w:val="7EF4BA9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2155F"/>
    <w:multiLevelType w:val="hybridMultilevel"/>
    <w:tmpl w:val="A03C9E1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607A9"/>
    <w:multiLevelType w:val="hybridMultilevel"/>
    <w:tmpl w:val="0F56BF2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7972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2520283">
    <w:abstractNumId w:val="2"/>
  </w:num>
  <w:num w:numId="3" w16cid:durableId="773281809">
    <w:abstractNumId w:val="6"/>
  </w:num>
  <w:num w:numId="4" w16cid:durableId="910893867">
    <w:abstractNumId w:val="7"/>
  </w:num>
  <w:num w:numId="5" w16cid:durableId="386421455">
    <w:abstractNumId w:val="4"/>
  </w:num>
  <w:num w:numId="6" w16cid:durableId="835026510">
    <w:abstractNumId w:val="5"/>
  </w:num>
  <w:num w:numId="7" w16cid:durableId="843321155">
    <w:abstractNumId w:val="3"/>
  </w:num>
  <w:num w:numId="8" w16cid:durableId="30618565">
    <w:abstractNumId w:val="0"/>
  </w:num>
  <w:num w:numId="9" w16cid:durableId="907417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6E5"/>
    <w:rsid w:val="0001070D"/>
    <w:rsid w:val="00046450"/>
    <w:rsid w:val="0005376C"/>
    <w:rsid w:val="000657E0"/>
    <w:rsid w:val="000740A7"/>
    <w:rsid w:val="000B726A"/>
    <w:rsid w:val="000D0BD7"/>
    <w:rsid w:val="000D7373"/>
    <w:rsid w:val="000E6C80"/>
    <w:rsid w:val="000F71B0"/>
    <w:rsid w:val="0012442E"/>
    <w:rsid w:val="0014446A"/>
    <w:rsid w:val="00147D29"/>
    <w:rsid w:val="00156B21"/>
    <w:rsid w:val="0017767C"/>
    <w:rsid w:val="00183B7A"/>
    <w:rsid w:val="0018419D"/>
    <w:rsid w:val="00185293"/>
    <w:rsid w:val="001B3308"/>
    <w:rsid w:val="001E13EA"/>
    <w:rsid w:val="001E26BA"/>
    <w:rsid w:val="001F1A07"/>
    <w:rsid w:val="001F43A7"/>
    <w:rsid w:val="00203CAC"/>
    <w:rsid w:val="00233E0D"/>
    <w:rsid w:val="00250FEE"/>
    <w:rsid w:val="00262609"/>
    <w:rsid w:val="00263603"/>
    <w:rsid w:val="002C638A"/>
    <w:rsid w:val="002D732D"/>
    <w:rsid w:val="003031FC"/>
    <w:rsid w:val="00305AFD"/>
    <w:rsid w:val="0031691F"/>
    <w:rsid w:val="00322ACF"/>
    <w:rsid w:val="00336D28"/>
    <w:rsid w:val="00360573"/>
    <w:rsid w:val="003606E5"/>
    <w:rsid w:val="00390E3B"/>
    <w:rsid w:val="00391C26"/>
    <w:rsid w:val="00397D7E"/>
    <w:rsid w:val="003C7D70"/>
    <w:rsid w:val="003E2146"/>
    <w:rsid w:val="003E66BE"/>
    <w:rsid w:val="00401B7E"/>
    <w:rsid w:val="00404E91"/>
    <w:rsid w:val="00410086"/>
    <w:rsid w:val="004232C5"/>
    <w:rsid w:val="00427D88"/>
    <w:rsid w:val="00433CAC"/>
    <w:rsid w:val="00440036"/>
    <w:rsid w:val="00445A11"/>
    <w:rsid w:val="004505FB"/>
    <w:rsid w:val="004556F7"/>
    <w:rsid w:val="00462CD8"/>
    <w:rsid w:val="00464387"/>
    <w:rsid w:val="00482402"/>
    <w:rsid w:val="00483F12"/>
    <w:rsid w:val="004C7CE5"/>
    <w:rsid w:val="00544EDE"/>
    <w:rsid w:val="00547DFF"/>
    <w:rsid w:val="005561E2"/>
    <w:rsid w:val="00563370"/>
    <w:rsid w:val="00593F8B"/>
    <w:rsid w:val="005B266D"/>
    <w:rsid w:val="005D7360"/>
    <w:rsid w:val="005E2DE3"/>
    <w:rsid w:val="005E3CB0"/>
    <w:rsid w:val="005E57EB"/>
    <w:rsid w:val="006145BE"/>
    <w:rsid w:val="0063782B"/>
    <w:rsid w:val="00642BDE"/>
    <w:rsid w:val="00656779"/>
    <w:rsid w:val="00685F63"/>
    <w:rsid w:val="00687DCE"/>
    <w:rsid w:val="006939A9"/>
    <w:rsid w:val="00695AD6"/>
    <w:rsid w:val="006C6A4A"/>
    <w:rsid w:val="006D3DB5"/>
    <w:rsid w:val="006F3626"/>
    <w:rsid w:val="007068BA"/>
    <w:rsid w:val="00707B6B"/>
    <w:rsid w:val="00713553"/>
    <w:rsid w:val="00722C78"/>
    <w:rsid w:val="007261A9"/>
    <w:rsid w:val="00733CAA"/>
    <w:rsid w:val="0073450B"/>
    <w:rsid w:val="007675D9"/>
    <w:rsid w:val="00792889"/>
    <w:rsid w:val="007A0D51"/>
    <w:rsid w:val="007C0FCA"/>
    <w:rsid w:val="007D48EE"/>
    <w:rsid w:val="007D76D0"/>
    <w:rsid w:val="007F2FBD"/>
    <w:rsid w:val="00801458"/>
    <w:rsid w:val="00814AEF"/>
    <w:rsid w:val="00835905"/>
    <w:rsid w:val="00842BE3"/>
    <w:rsid w:val="008535D4"/>
    <w:rsid w:val="00881898"/>
    <w:rsid w:val="008839DD"/>
    <w:rsid w:val="008901C3"/>
    <w:rsid w:val="008A0EC1"/>
    <w:rsid w:val="008B66AA"/>
    <w:rsid w:val="008C18FB"/>
    <w:rsid w:val="008E25A6"/>
    <w:rsid w:val="008E3B63"/>
    <w:rsid w:val="00900F6E"/>
    <w:rsid w:val="00901C0B"/>
    <w:rsid w:val="009044B4"/>
    <w:rsid w:val="00912975"/>
    <w:rsid w:val="00920C1E"/>
    <w:rsid w:val="0093769E"/>
    <w:rsid w:val="00946E20"/>
    <w:rsid w:val="00950846"/>
    <w:rsid w:val="00966A84"/>
    <w:rsid w:val="00966CF3"/>
    <w:rsid w:val="00976127"/>
    <w:rsid w:val="009A5315"/>
    <w:rsid w:val="009A78D6"/>
    <w:rsid w:val="009B32FB"/>
    <w:rsid w:val="009B34A4"/>
    <w:rsid w:val="009B4DAD"/>
    <w:rsid w:val="009E52DC"/>
    <w:rsid w:val="00A37701"/>
    <w:rsid w:val="00A555D6"/>
    <w:rsid w:val="00A57E78"/>
    <w:rsid w:val="00AA030B"/>
    <w:rsid w:val="00AB048D"/>
    <w:rsid w:val="00AB1E5E"/>
    <w:rsid w:val="00AB68B6"/>
    <w:rsid w:val="00AC1E44"/>
    <w:rsid w:val="00AF62BD"/>
    <w:rsid w:val="00B010E0"/>
    <w:rsid w:val="00B056BB"/>
    <w:rsid w:val="00B1428A"/>
    <w:rsid w:val="00B22612"/>
    <w:rsid w:val="00B352A5"/>
    <w:rsid w:val="00B40067"/>
    <w:rsid w:val="00B52708"/>
    <w:rsid w:val="00B72BBC"/>
    <w:rsid w:val="00B9435F"/>
    <w:rsid w:val="00BA5175"/>
    <w:rsid w:val="00BB4A85"/>
    <w:rsid w:val="00BD2591"/>
    <w:rsid w:val="00BF54DA"/>
    <w:rsid w:val="00C04A6C"/>
    <w:rsid w:val="00C12411"/>
    <w:rsid w:val="00C14DCB"/>
    <w:rsid w:val="00C379DE"/>
    <w:rsid w:val="00C4716D"/>
    <w:rsid w:val="00C60E04"/>
    <w:rsid w:val="00C86F71"/>
    <w:rsid w:val="00C90635"/>
    <w:rsid w:val="00C955AD"/>
    <w:rsid w:val="00CB3986"/>
    <w:rsid w:val="00CC5932"/>
    <w:rsid w:val="00CE50E8"/>
    <w:rsid w:val="00D14183"/>
    <w:rsid w:val="00D20124"/>
    <w:rsid w:val="00D305FB"/>
    <w:rsid w:val="00D34806"/>
    <w:rsid w:val="00D51E6C"/>
    <w:rsid w:val="00D76AA7"/>
    <w:rsid w:val="00D77AAA"/>
    <w:rsid w:val="00D913FC"/>
    <w:rsid w:val="00DA1A0C"/>
    <w:rsid w:val="00DB6966"/>
    <w:rsid w:val="00DB7B66"/>
    <w:rsid w:val="00DD3966"/>
    <w:rsid w:val="00E15112"/>
    <w:rsid w:val="00E208F3"/>
    <w:rsid w:val="00E227BA"/>
    <w:rsid w:val="00E35FE0"/>
    <w:rsid w:val="00E45554"/>
    <w:rsid w:val="00EA1FF1"/>
    <w:rsid w:val="00EA4B99"/>
    <w:rsid w:val="00EC0062"/>
    <w:rsid w:val="00EC2F7F"/>
    <w:rsid w:val="00EC5719"/>
    <w:rsid w:val="00EC684C"/>
    <w:rsid w:val="00EC7EEA"/>
    <w:rsid w:val="00ED0964"/>
    <w:rsid w:val="00F000BB"/>
    <w:rsid w:val="00F06017"/>
    <w:rsid w:val="00F14E7D"/>
    <w:rsid w:val="00F36D9F"/>
    <w:rsid w:val="00F378A0"/>
    <w:rsid w:val="00F55EFD"/>
    <w:rsid w:val="00F72DAF"/>
    <w:rsid w:val="00F86CB6"/>
    <w:rsid w:val="00F86F40"/>
    <w:rsid w:val="00F92902"/>
    <w:rsid w:val="00FB1A91"/>
    <w:rsid w:val="00FD59A6"/>
    <w:rsid w:val="00FE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E69A"/>
  <w15:chartTrackingRefBased/>
  <w15:docId w15:val="{5BC798AC-A98A-4503-ADCB-0B74C8EEC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52DC"/>
    <w:rPr>
      <w:rFonts w:ascii="Arial" w:eastAsia="Times New Roman" w:hAnsi="Arial" w:cs="Times New Roman"/>
      <w:sz w:val="20"/>
      <w:szCs w:val="20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606E5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06E5"/>
  </w:style>
  <w:style w:type="paragraph" w:styleId="Pidipagina">
    <w:name w:val="footer"/>
    <w:basedOn w:val="Normale"/>
    <w:link w:val="PidipaginaCarattere"/>
    <w:uiPriority w:val="99"/>
    <w:unhideWhenUsed/>
    <w:rsid w:val="003606E5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06E5"/>
  </w:style>
  <w:style w:type="paragraph" w:styleId="Paragrafoelenco">
    <w:name w:val="List Paragraph"/>
    <w:basedOn w:val="Normale"/>
    <w:uiPriority w:val="34"/>
    <w:qFormat/>
    <w:rsid w:val="00D51E6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6C6A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C6A4A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C6A4A"/>
    <w:rPr>
      <w:rFonts w:ascii="Arial" w:eastAsia="Times New Roman" w:hAnsi="Arial" w:cs="Times New Roman"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C6A4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C6A4A"/>
    <w:rPr>
      <w:rFonts w:ascii="Arial" w:eastAsia="Times New Roman" w:hAnsi="Arial" w:cs="Times New Roman"/>
      <w:b/>
      <w:bCs/>
      <w:sz w:val="20"/>
      <w:szCs w:val="20"/>
      <w:lang w:val="it-IT" w:eastAsia="it-IT"/>
    </w:rPr>
  </w:style>
  <w:style w:type="paragraph" w:customStyle="1" w:styleId="TableParagraph">
    <w:name w:val="Table Paragraph"/>
    <w:basedOn w:val="Normale"/>
    <w:uiPriority w:val="1"/>
    <w:qFormat/>
    <w:rsid w:val="007A0D51"/>
    <w:pPr>
      <w:widowControl w:val="0"/>
    </w:pPr>
    <w:rPr>
      <w:rFonts w:ascii="Trebuchet MS" w:eastAsia="Trebuchet MS" w:hAnsi="Trebuchet MS" w:cs="Trebuchet MS"/>
      <w:sz w:val="22"/>
      <w:szCs w:val="22"/>
      <w:lang w:val="en-US" w:eastAsia="en-US"/>
    </w:rPr>
  </w:style>
  <w:style w:type="paragraph" w:customStyle="1" w:styleId="Grigliamedia1-Colore21">
    <w:name w:val="Griglia media 1 - Colore 21"/>
    <w:basedOn w:val="Normale"/>
    <w:uiPriority w:val="34"/>
    <w:qFormat/>
    <w:rsid w:val="001E26BA"/>
    <w:pPr>
      <w:spacing w:line="276" w:lineRule="auto"/>
      <w:ind w:left="720"/>
      <w:jc w:val="both"/>
    </w:pPr>
    <w:rPr>
      <w:rFonts w:ascii="Garamond" w:eastAsia="Calibri" w:hAnsi="Garamond"/>
      <w:sz w:val="24"/>
      <w:szCs w:val="22"/>
    </w:rPr>
  </w:style>
  <w:style w:type="paragraph" w:customStyle="1" w:styleId="Corpodeltesto1">
    <w:name w:val="Corpo del testo1"/>
    <w:basedOn w:val="Normale"/>
    <w:link w:val="CorpodeltestoCarattere"/>
    <w:uiPriority w:val="99"/>
    <w:rsid w:val="00BA5175"/>
    <w:pPr>
      <w:spacing w:line="480" w:lineRule="atLeast"/>
      <w:ind w:right="335"/>
    </w:pPr>
    <w:rPr>
      <w:rFonts w:ascii="Times New Roman" w:hAnsi="Times New Roman"/>
      <w:sz w:val="24"/>
    </w:rPr>
  </w:style>
  <w:style w:type="paragraph" w:styleId="Corpodeltesto2">
    <w:name w:val="Body Text 2"/>
    <w:basedOn w:val="Normale"/>
    <w:link w:val="Corpodeltesto2Carattere"/>
    <w:uiPriority w:val="99"/>
    <w:rsid w:val="00BA5175"/>
    <w:pPr>
      <w:spacing w:line="480" w:lineRule="atLeast"/>
      <w:ind w:right="51"/>
      <w:jc w:val="both"/>
    </w:pPr>
    <w:rPr>
      <w:rFonts w:ascii="Times New Roman" w:hAnsi="Times New Roman"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BA5175"/>
    <w:rPr>
      <w:rFonts w:ascii="Times New Roman" w:eastAsia="Times New Roman" w:hAnsi="Times New Roman" w:cs="Times New Roman"/>
      <w:szCs w:val="20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BA5175"/>
    <w:pPr>
      <w:ind w:firstLine="709"/>
      <w:jc w:val="both"/>
    </w:pPr>
    <w:rPr>
      <w:rFonts w:ascii="Times New Roman" w:hAnsi="Times New Roma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qFormat/>
    <w:rsid w:val="00BA5175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rsid w:val="00BA5175"/>
    <w:rPr>
      <w:rFonts w:cs="Times New Roman"/>
      <w:vertAlign w:val="superscript"/>
    </w:rPr>
  </w:style>
  <w:style w:type="table" w:styleId="Grigliatabella">
    <w:name w:val="Table Grid"/>
    <w:basedOn w:val="Tabellanormale"/>
    <w:uiPriority w:val="39"/>
    <w:rsid w:val="00BA5175"/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Carattere">
    <w:name w:val="Corpo del testo Carattere"/>
    <w:link w:val="Corpodeltesto1"/>
    <w:uiPriority w:val="99"/>
    <w:locked/>
    <w:rsid w:val="00BA5175"/>
    <w:rPr>
      <w:rFonts w:ascii="Times New Roman" w:eastAsia="Times New Roman" w:hAnsi="Times New Roman" w:cs="Times New Roman"/>
      <w:szCs w:val="20"/>
      <w:lang w:val="it-IT" w:eastAsia="it-IT"/>
    </w:rPr>
  </w:style>
  <w:style w:type="character" w:customStyle="1" w:styleId="Richiamoallanotaapidipagina">
    <w:name w:val="Richiamo alla nota a piè di pagina"/>
    <w:rsid w:val="00BA5175"/>
    <w:rPr>
      <w:vertAlign w:val="superscript"/>
    </w:rPr>
  </w:style>
  <w:style w:type="paragraph" w:customStyle="1" w:styleId="usoboll1">
    <w:name w:val="usoboll1"/>
    <w:basedOn w:val="Normale"/>
    <w:rsid w:val="00156B21"/>
    <w:pPr>
      <w:widowControl w:val="0"/>
      <w:spacing w:line="482" w:lineRule="atLeast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4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sassi\AppData\Local\Temp\Templafy\WordVsto\1dv1krij.dotx" TargetMode="External"/></Relationships>
</file>

<file path=word/theme/theme1.xml><?xml version="1.0" encoding="utf-8"?>
<a:theme xmlns:a="http://schemas.openxmlformats.org/drawingml/2006/main" name="Deloitte Brand Theme">
  <a:themeElements>
    <a:clrScheme name="Custom 1">
      <a:dk1>
        <a:sysClr val="windowText" lastClr="000000"/>
      </a:dk1>
      <a:lt1>
        <a:sysClr val="window" lastClr="FFFFFF"/>
      </a:lt1>
      <a:dk2>
        <a:srgbClr val="D0D0CE"/>
      </a:dk2>
      <a:lt2>
        <a:srgbClr val="53565A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Deloitte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 Brand Theme" id="{7CF146C4-F33C-4674-9F60-3E413DE8D245}" vid="{1FA3A202-160F-48F1-9CAA-9049691AC6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emplafyFormConfiguration><![CDATA[{"formFields":[],"formDataEntries":[]}]]></TemplafyFormConfiguration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TemplafyTemplateConfiguration><![CDATA[{"elementsMetadata":[],"transformationConfigurations":[],"templateName":"TSNormal","templateDescription":"","enableDocumentContentUpdater":false,"version":"2.0"}]]></TemplafyTemplateConfiguration>
</file>

<file path=customXml/itemProps1.xml><?xml version="1.0" encoding="utf-8"?>
<ds:datastoreItem xmlns:ds="http://schemas.openxmlformats.org/officeDocument/2006/customXml" ds:itemID="{E059D7EC-AE77-4DF6-AA45-EACF2B433547}">
  <ds:schemaRefs/>
</ds:datastoreItem>
</file>

<file path=customXml/itemProps2.xml><?xml version="1.0" encoding="utf-8"?>
<ds:datastoreItem xmlns:ds="http://schemas.openxmlformats.org/officeDocument/2006/customXml" ds:itemID="{9FD5746F-3B5E-47EC-A22E-07AE7F6317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903128-D337-4909-8497-A2B0B31527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1dv1krij</Template>
  <TotalTime>0</TotalTime>
  <Pages>5</Pages>
  <Words>826</Words>
  <Characters>4714</Characters>
  <Application>Microsoft Office Word</Application>
  <DocSecurity>0</DocSecurity>
  <Lines>39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Maria Teresa Capozza</cp:lastModifiedBy>
  <cp:revision>10</cp:revision>
  <dcterms:created xsi:type="dcterms:W3CDTF">2024-03-20T16:15:00Z</dcterms:created>
  <dcterms:modified xsi:type="dcterms:W3CDTF">2026-02-12T13:22:00Z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2021-12-01T10:37:47Z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a8dda379-2051-40b6-9dbb-0a56d07ed5b1</vt:lpwstr>
  </property>
  <property fmtid="{D5CDD505-2E9C-101B-9397-08002B2CF9AE}" pid="8" name="MSIP_Label_ea60d57e-af5b-4752-ac57-3e4f28ca11dc_ContentBits">
    <vt:lpwstr>0</vt:lpwstr>
  </property>
  <property fmtid="{D5CDD505-2E9C-101B-9397-08002B2CF9AE}" pid="9" name="TemplafyTenantId">
    <vt:lpwstr>deloittecm</vt:lpwstr>
  </property>
  <property fmtid="{D5CDD505-2E9C-101B-9397-08002B2CF9AE}" pid="10" name="TemplafyTemplateId">
    <vt:lpwstr>637846562646635126</vt:lpwstr>
  </property>
  <property fmtid="{D5CDD505-2E9C-101B-9397-08002B2CF9AE}" pid="11" name="TemplafyUserProfileId">
    <vt:lpwstr>637841636250385697</vt:lpwstr>
  </property>
  <property fmtid="{D5CDD505-2E9C-101B-9397-08002B2CF9AE}" pid="12" name="TemplafyFromBlank">
    <vt:bool>true</vt:bool>
  </property>
</Properties>
</file>